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7836C" w14:textId="6D600F63" w:rsidR="009A271C" w:rsidRPr="009A271C" w:rsidRDefault="00D01215" w:rsidP="009A271C">
      <w:pPr>
        <w:ind w:left="567" w:right="1134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Protocollo 463 del 18/03/2022</w:t>
      </w:r>
      <w:bookmarkStart w:id="0" w:name="_GoBack"/>
      <w:bookmarkEnd w:id="0"/>
    </w:p>
    <w:p w14:paraId="1EB99DAE" w14:textId="77777777" w:rsidR="009A271C" w:rsidRPr="009A271C" w:rsidRDefault="009A271C" w:rsidP="009A271C">
      <w:pPr>
        <w:ind w:left="567" w:right="1134" w:firstLine="284"/>
        <w:jc w:val="both"/>
        <w:rPr>
          <w:rFonts w:ascii="Times New Roman" w:hAnsi="Times New Roman"/>
        </w:rPr>
      </w:pPr>
    </w:p>
    <w:p w14:paraId="51E2CEB6" w14:textId="12D1B064" w:rsidR="009A271C" w:rsidRPr="00E4285F" w:rsidRDefault="009A271C" w:rsidP="000340CC">
      <w:pPr>
        <w:ind w:right="1134" w:firstLine="708"/>
        <w:jc w:val="both"/>
        <w:rPr>
          <w:rFonts w:ascii="Times New Roman" w:hAnsi="Times New Roman"/>
          <w:b/>
          <w:sz w:val="28"/>
          <w:szCs w:val="28"/>
        </w:rPr>
      </w:pPr>
      <w:r w:rsidRPr="00E4285F">
        <w:rPr>
          <w:rFonts w:ascii="Times New Roman" w:hAnsi="Times New Roman"/>
          <w:b/>
          <w:sz w:val="28"/>
          <w:szCs w:val="28"/>
        </w:rPr>
        <w:t>COMUNICATO I.Ri.Fo.R.</w:t>
      </w:r>
      <w:r w:rsidR="00E16E23" w:rsidRPr="00E4285F">
        <w:rPr>
          <w:rFonts w:ascii="Times New Roman" w:hAnsi="Times New Roman"/>
          <w:b/>
          <w:sz w:val="28"/>
          <w:szCs w:val="28"/>
        </w:rPr>
        <w:t xml:space="preserve"> N.</w:t>
      </w:r>
      <w:r w:rsidR="00D01215">
        <w:rPr>
          <w:rFonts w:ascii="Times New Roman" w:hAnsi="Times New Roman"/>
          <w:b/>
          <w:sz w:val="28"/>
          <w:szCs w:val="28"/>
        </w:rPr>
        <w:t xml:space="preserve"> 8</w:t>
      </w:r>
    </w:p>
    <w:p w14:paraId="0521064B" w14:textId="77777777" w:rsidR="009A271C" w:rsidRPr="009A271C" w:rsidRDefault="009A271C" w:rsidP="000340CC">
      <w:pPr>
        <w:ind w:right="1134" w:firstLine="708"/>
        <w:jc w:val="both"/>
        <w:rPr>
          <w:rFonts w:ascii="Times New Roman" w:hAnsi="Times New Roman"/>
          <w:i/>
          <w:sz w:val="16"/>
          <w:szCs w:val="16"/>
        </w:rPr>
      </w:pPr>
      <w:r w:rsidRPr="009A271C">
        <w:rPr>
          <w:rFonts w:ascii="Times New Roman" w:hAnsi="Times New Roman"/>
          <w:i/>
          <w:iCs/>
          <w:sz w:val="16"/>
          <w:szCs w:val="16"/>
        </w:rPr>
        <w:t xml:space="preserve">Questo comunicato è </w:t>
      </w:r>
      <w:r w:rsidRPr="009A271C">
        <w:rPr>
          <w:rFonts w:ascii="Times New Roman" w:hAnsi="Times New Roman"/>
          <w:bCs/>
          <w:i/>
          <w:sz w:val="16"/>
          <w:szCs w:val="16"/>
        </w:rPr>
        <w:t xml:space="preserve">presente in forma digitale sul sito internet </w:t>
      </w:r>
      <w:hyperlink r:id="rId8" w:history="1">
        <w:r w:rsidRPr="009A271C">
          <w:rPr>
            <w:rStyle w:val="Collegamentoipertestuale"/>
            <w:rFonts w:ascii="Times New Roman" w:hAnsi="Times New Roman"/>
            <w:i/>
            <w:sz w:val="16"/>
            <w:szCs w:val="16"/>
          </w:rPr>
          <w:t>http://www.irifor.eu</w:t>
        </w:r>
      </w:hyperlink>
      <w:r w:rsidRPr="009A271C">
        <w:rPr>
          <w:rFonts w:ascii="Times New Roman" w:hAnsi="Times New Roman"/>
          <w:i/>
          <w:sz w:val="16"/>
          <w:szCs w:val="16"/>
        </w:rPr>
        <w:t>/</w:t>
      </w:r>
    </w:p>
    <w:p w14:paraId="5EFB2D7B" w14:textId="77777777" w:rsidR="009A271C" w:rsidRPr="009A271C" w:rsidRDefault="009A271C" w:rsidP="009A271C">
      <w:pPr>
        <w:ind w:left="426" w:right="1134"/>
        <w:jc w:val="both"/>
        <w:rPr>
          <w:rFonts w:ascii="Times New Roman" w:hAnsi="Times New Roman"/>
          <w:color w:val="000000"/>
        </w:rPr>
      </w:pPr>
    </w:p>
    <w:p w14:paraId="650CB766" w14:textId="77777777" w:rsidR="009A271C" w:rsidRPr="009A271C" w:rsidRDefault="009A271C" w:rsidP="009A271C">
      <w:pPr>
        <w:ind w:left="426" w:right="1134"/>
        <w:rPr>
          <w:rFonts w:ascii="Times New Roman" w:hAnsi="Times New Roman"/>
        </w:rPr>
      </w:pPr>
    </w:p>
    <w:p w14:paraId="33E4BD97" w14:textId="77777777" w:rsidR="009A271C" w:rsidRPr="00E4285F" w:rsidRDefault="009A271C" w:rsidP="00AE2C64">
      <w:pPr>
        <w:pStyle w:val="Testonormale"/>
        <w:ind w:left="567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85F"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Pr="00E4285F">
        <w:rPr>
          <w:rFonts w:ascii="Times New Roman" w:eastAsia="Calibri" w:hAnsi="Times New Roman" w:cs="Times New Roman"/>
          <w:sz w:val="24"/>
          <w:szCs w:val="24"/>
        </w:rPr>
        <w:t>Soggiorno “Primo Sole", presso Olympic Beach Hotel “Le Torri” di Tirrenia - Dal 2</w:t>
      </w:r>
      <w:r w:rsidR="000340CC" w:rsidRPr="00E4285F">
        <w:rPr>
          <w:rFonts w:ascii="Times New Roman" w:eastAsia="Calibri" w:hAnsi="Times New Roman" w:cs="Times New Roman"/>
          <w:sz w:val="24"/>
          <w:szCs w:val="24"/>
        </w:rPr>
        <w:t>8</w:t>
      </w:r>
      <w:r w:rsidRPr="00E4285F">
        <w:rPr>
          <w:rFonts w:ascii="Times New Roman" w:eastAsia="Calibri" w:hAnsi="Times New Roman" w:cs="Times New Roman"/>
          <w:sz w:val="24"/>
          <w:szCs w:val="24"/>
        </w:rPr>
        <w:t xml:space="preserve"> maggio al 1</w:t>
      </w:r>
      <w:r w:rsidR="000340CC" w:rsidRPr="00E4285F">
        <w:rPr>
          <w:rFonts w:ascii="Times New Roman" w:eastAsia="Calibri" w:hAnsi="Times New Roman" w:cs="Times New Roman"/>
          <w:sz w:val="24"/>
          <w:szCs w:val="24"/>
        </w:rPr>
        <w:t>1</w:t>
      </w:r>
      <w:r w:rsidRPr="00E4285F">
        <w:rPr>
          <w:rFonts w:ascii="Times New Roman" w:eastAsia="Calibri" w:hAnsi="Times New Roman" w:cs="Times New Roman"/>
          <w:sz w:val="24"/>
          <w:szCs w:val="24"/>
        </w:rPr>
        <w:t xml:space="preserve"> giugno 202</w:t>
      </w:r>
      <w:r w:rsidR="000340CC" w:rsidRPr="00E4285F">
        <w:rPr>
          <w:rFonts w:ascii="Times New Roman" w:eastAsia="Calibri" w:hAnsi="Times New Roman" w:cs="Times New Roman"/>
          <w:sz w:val="24"/>
          <w:szCs w:val="24"/>
        </w:rPr>
        <w:t>2</w:t>
      </w:r>
      <w:r w:rsidRPr="00E428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94A1528" w14:textId="77777777" w:rsidR="000340CC" w:rsidRDefault="000340CC" w:rsidP="00AE2C64">
      <w:pPr>
        <w:ind w:left="567" w:right="567"/>
        <w:jc w:val="both"/>
        <w:rPr>
          <w:rFonts w:ascii="Times New Roman" w:eastAsia="Calibri" w:hAnsi="Times New Roman"/>
        </w:rPr>
      </w:pPr>
    </w:p>
    <w:p w14:paraId="5A1A8E6D" w14:textId="77777777" w:rsidR="000340CC" w:rsidRDefault="000340CC" w:rsidP="00AE2C64">
      <w:pPr>
        <w:ind w:left="567" w:right="567"/>
        <w:jc w:val="both"/>
        <w:rPr>
          <w:rFonts w:ascii="Times New Roman" w:eastAsia="Calibri" w:hAnsi="Times New Roman"/>
        </w:rPr>
      </w:pPr>
    </w:p>
    <w:p w14:paraId="47D6BED8" w14:textId="77777777" w:rsidR="009A271C" w:rsidRPr="00E4285F" w:rsidRDefault="000340C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         </w:t>
      </w:r>
      <w:r w:rsidR="009A271C" w:rsidRPr="00E4285F">
        <w:rPr>
          <w:rFonts w:ascii="Times New Roman" w:eastAsia="Calibri" w:hAnsi="Times New Roman"/>
          <w:sz w:val="24"/>
          <w:szCs w:val="24"/>
        </w:rPr>
        <w:t>Care amiche, cari amici,</w:t>
      </w:r>
    </w:p>
    <w:p w14:paraId="146436BE" w14:textId="77777777" w:rsidR="00A31819" w:rsidRDefault="009A271C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dal 2</w:t>
      </w:r>
      <w:r w:rsidR="000340CC" w:rsidRPr="00E4285F">
        <w:rPr>
          <w:rFonts w:ascii="Times New Roman" w:eastAsia="Calibri" w:hAnsi="Times New Roman"/>
          <w:sz w:val="24"/>
          <w:szCs w:val="24"/>
        </w:rPr>
        <w:t>8</w:t>
      </w:r>
      <w:r w:rsidRPr="00E4285F">
        <w:rPr>
          <w:rFonts w:ascii="Times New Roman" w:eastAsia="Calibri" w:hAnsi="Times New Roman"/>
          <w:sz w:val="24"/>
          <w:szCs w:val="24"/>
        </w:rPr>
        <w:t xml:space="preserve"> maggio al 1</w:t>
      </w:r>
      <w:r w:rsidR="000340CC" w:rsidRPr="00E4285F">
        <w:rPr>
          <w:rFonts w:ascii="Times New Roman" w:eastAsia="Calibri" w:hAnsi="Times New Roman"/>
          <w:sz w:val="24"/>
          <w:szCs w:val="24"/>
        </w:rPr>
        <w:t>1</w:t>
      </w:r>
      <w:r w:rsidRPr="00E4285F">
        <w:rPr>
          <w:rFonts w:ascii="Times New Roman" w:eastAsia="Calibri" w:hAnsi="Times New Roman"/>
          <w:sz w:val="24"/>
          <w:szCs w:val="24"/>
        </w:rPr>
        <w:t xml:space="preserve"> giugno 202</w:t>
      </w:r>
      <w:r w:rsidR="000340CC" w:rsidRPr="00E4285F">
        <w:rPr>
          <w:rFonts w:ascii="Times New Roman" w:eastAsia="Calibri" w:hAnsi="Times New Roman"/>
          <w:sz w:val="24"/>
          <w:szCs w:val="24"/>
        </w:rPr>
        <w:t>2</w:t>
      </w:r>
      <w:r w:rsidRPr="00E4285F">
        <w:rPr>
          <w:rFonts w:ascii="Times New Roman" w:eastAsia="Calibri" w:hAnsi="Times New Roman"/>
          <w:sz w:val="24"/>
          <w:szCs w:val="24"/>
        </w:rPr>
        <w:t xml:space="preserve">, presso il Centro “Le Torri </w:t>
      </w:r>
      <w:proofErr w:type="spellStart"/>
      <w:r w:rsidRPr="00E4285F">
        <w:rPr>
          <w:rFonts w:ascii="Times New Roman" w:eastAsia="Calibri" w:hAnsi="Times New Roman"/>
          <w:sz w:val="24"/>
          <w:szCs w:val="24"/>
        </w:rPr>
        <w:t>G.Fucà</w:t>
      </w:r>
      <w:proofErr w:type="spellEnd"/>
      <w:r w:rsidRPr="00E4285F">
        <w:rPr>
          <w:rFonts w:ascii="Times New Roman" w:eastAsia="Calibri" w:hAnsi="Times New Roman"/>
          <w:sz w:val="24"/>
          <w:szCs w:val="24"/>
        </w:rPr>
        <w:t xml:space="preserve"> - Olympic Beach Hotel" di Tirrenia, I.R</w:t>
      </w:r>
      <w:r w:rsidR="00E4285F">
        <w:rPr>
          <w:rFonts w:ascii="Times New Roman" w:eastAsia="Calibri" w:hAnsi="Times New Roman"/>
          <w:sz w:val="24"/>
          <w:szCs w:val="24"/>
        </w:rPr>
        <w:t>i</w:t>
      </w:r>
      <w:r w:rsidRPr="00E4285F">
        <w:rPr>
          <w:rFonts w:ascii="Times New Roman" w:eastAsia="Calibri" w:hAnsi="Times New Roman"/>
          <w:sz w:val="24"/>
          <w:szCs w:val="24"/>
        </w:rPr>
        <w:t>.F</w:t>
      </w:r>
      <w:r w:rsidR="00E4285F">
        <w:rPr>
          <w:rFonts w:ascii="Times New Roman" w:eastAsia="Calibri" w:hAnsi="Times New Roman"/>
          <w:sz w:val="24"/>
          <w:szCs w:val="24"/>
        </w:rPr>
        <w:t>o</w:t>
      </w:r>
      <w:r w:rsidRPr="00E4285F">
        <w:rPr>
          <w:rFonts w:ascii="Times New Roman" w:eastAsia="Calibri" w:hAnsi="Times New Roman"/>
          <w:sz w:val="24"/>
          <w:szCs w:val="24"/>
        </w:rPr>
        <w:t>.R. Nazionale organizzerà anche quest’anno il soggiorno “Primo Sole”, dedicato alla terza età, ma aperto a tutti i soci, per favorire il processo di inclusione e di integrazione tra generazioni.</w:t>
      </w:r>
    </w:p>
    <w:p w14:paraId="6394DB6E" w14:textId="5B5922BD" w:rsidR="009A271C" w:rsidRPr="00E4285F" w:rsidRDefault="004F6222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</w:t>
      </w:r>
      <w:r w:rsidR="009A271C" w:rsidRPr="00E4285F">
        <w:rPr>
          <w:rFonts w:ascii="Times New Roman" w:eastAsia="Calibri" w:hAnsi="Times New Roman"/>
          <w:sz w:val="24"/>
          <w:szCs w:val="24"/>
        </w:rPr>
        <w:t xml:space="preserve">L'offerta del soggiorno, a persona, valida per gli ospiti con disabilità visiva </w:t>
      </w:r>
      <w:r w:rsidR="00E4285F">
        <w:rPr>
          <w:rFonts w:ascii="Times New Roman" w:eastAsia="Calibri" w:hAnsi="Times New Roman"/>
          <w:sz w:val="24"/>
          <w:szCs w:val="24"/>
        </w:rPr>
        <w:t xml:space="preserve">e </w:t>
      </w:r>
      <w:r w:rsidR="009A271C" w:rsidRPr="00E4285F">
        <w:rPr>
          <w:rFonts w:ascii="Times New Roman" w:eastAsia="Calibri" w:hAnsi="Times New Roman"/>
          <w:sz w:val="24"/>
          <w:szCs w:val="24"/>
        </w:rPr>
        <w:t>per gli accompagnatori, si articola nei seguenti importi:</w:t>
      </w:r>
    </w:p>
    <w:p w14:paraId="60B304F1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14:paraId="4ED186AA" w14:textId="759ED711" w:rsidR="009A271C" w:rsidRPr="00E4285F" w:rsidRDefault="009A271C" w:rsidP="00AE2C64">
      <w:pPr>
        <w:pStyle w:val="Paragrafoelenco"/>
        <w:numPr>
          <w:ilvl w:val="0"/>
          <w:numId w:val="3"/>
        </w:numPr>
        <w:ind w:left="567" w:right="567" w:firstLine="0"/>
        <w:jc w:val="both"/>
        <w:rPr>
          <w:sz w:val="24"/>
          <w:szCs w:val="24"/>
        </w:rPr>
      </w:pPr>
      <w:r w:rsidRPr="00E4285F">
        <w:rPr>
          <w:sz w:val="24"/>
          <w:szCs w:val="24"/>
        </w:rPr>
        <w:t xml:space="preserve">Camera singola in Torre B </w:t>
      </w:r>
      <w:r w:rsidR="004F6222">
        <w:rPr>
          <w:sz w:val="24"/>
          <w:szCs w:val="24"/>
        </w:rPr>
        <w:t>E</w:t>
      </w:r>
      <w:r w:rsidRPr="00E4285F">
        <w:rPr>
          <w:sz w:val="24"/>
          <w:szCs w:val="24"/>
        </w:rPr>
        <w:t xml:space="preserve">uro </w:t>
      </w:r>
      <w:r w:rsidR="000340CC" w:rsidRPr="00E4285F">
        <w:rPr>
          <w:sz w:val="24"/>
          <w:szCs w:val="24"/>
        </w:rPr>
        <w:t>938</w:t>
      </w:r>
      <w:r w:rsidRPr="00E4285F">
        <w:rPr>
          <w:sz w:val="24"/>
          <w:szCs w:val="24"/>
        </w:rPr>
        <w:t>,00</w:t>
      </w:r>
    </w:p>
    <w:p w14:paraId="5727FDED" w14:textId="403350E5" w:rsidR="009A271C" w:rsidRPr="00E4285F" w:rsidRDefault="009A271C" w:rsidP="00AE2C64">
      <w:pPr>
        <w:pStyle w:val="Paragrafoelenco"/>
        <w:numPr>
          <w:ilvl w:val="0"/>
          <w:numId w:val="3"/>
        </w:numPr>
        <w:ind w:left="567" w:right="567" w:firstLine="0"/>
        <w:jc w:val="both"/>
        <w:rPr>
          <w:sz w:val="24"/>
          <w:szCs w:val="24"/>
        </w:rPr>
      </w:pPr>
      <w:r w:rsidRPr="00E4285F">
        <w:rPr>
          <w:sz w:val="24"/>
          <w:szCs w:val="24"/>
        </w:rPr>
        <w:t xml:space="preserve">Camera doppia in Torre B </w:t>
      </w:r>
      <w:r w:rsidR="004F6222">
        <w:rPr>
          <w:sz w:val="24"/>
          <w:szCs w:val="24"/>
        </w:rPr>
        <w:t>E</w:t>
      </w:r>
      <w:r w:rsidRPr="00E4285F">
        <w:rPr>
          <w:sz w:val="24"/>
          <w:szCs w:val="24"/>
        </w:rPr>
        <w:t xml:space="preserve">uro </w:t>
      </w:r>
      <w:r w:rsidR="000340CC" w:rsidRPr="00E4285F">
        <w:rPr>
          <w:sz w:val="24"/>
          <w:szCs w:val="24"/>
        </w:rPr>
        <w:t>868</w:t>
      </w:r>
      <w:r w:rsidRPr="00E4285F">
        <w:rPr>
          <w:sz w:val="24"/>
          <w:szCs w:val="24"/>
        </w:rPr>
        <w:t>,00</w:t>
      </w:r>
    </w:p>
    <w:p w14:paraId="34454298" w14:textId="7D9E0C8B" w:rsidR="009A271C" w:rsidRPr="00E4285F" w:rsidRDefault="009A271C" w:rsidP="00AE2C64">
      <w:pPr>
        <w:pStyle w:val="Paragrafoelenco"/>
        <w:numPr>
          <w:ilvl w:val="0"/>
          <w:numId w:val="3"/>
        </w:numPr>
        <w:ind w:left="567" w:right="567" w:firstLine="0"/>
        <w:jc w:val="both"/>
        <w:rPr>
          <w:sz w:val="24"/>
          <w:szCs w:val="24"/>
        </w:rPr>
      </w:pPr>
      <w:r w:rsidRPr="00E4285F">
        <w:rPr>
          <w:sz w:val="24"/>
          <w:szCs w:val="24"/>
        </w:rPr>
        <w:t xml:space="preserve">Camera doppia in Torre A </w:t>
      </w:r>
      <w:r w:rsidR="004F6222">
        <w:rPr>
          <w:sz w:val="24"/>
          <w:szCs w:val="24"/>
        </w:rPr>
        <w:t>E</w:t>
      </w:r>
      <w:r w:rsidRPr="00E4285F">
        <w:rPr>
          <w:sz w:val="24"/>
          <w:szCs w:val="24"/>
        </w:rPr>
        <w:t xml:space="preserve">uro </w:t>
      </w:r>
      <w:r w:rsidR="000340CC" w:rsidRPr="00E4285F">
        <w:rPr>
          <w:sz w:val="24"/>
          <w:szCs w:val="24"/>
        </w:rPr>
        <w:t>105</w:t>
      </w:r>
      <w:r w:rsidRPr="00E4285F">
        <w:rPr>
          <w:sz w:val="24"/>
          <w:szCs w:val="24"/>
        </w:rPr>
        <w:t>0,00</w:t>
      </w:r>
    </w:p>
    <w:p w14:paraId="60187E5C" w14:textId="77777777" w:rsidR="009A271C" w:rsidRPr="00E4285F" w:rsidRDefault="009A271C" w:rsidP="00AE2C64">
      <w:pPr>
        <w:ind w:left="567" w:right="567"/>
        <w:jc w:val="both"/>
        <w:rPr>
          <w:rFonts w:ascii="Times New Roman" w:hAnsi="Times New Roman"/>
          <w:sz w:val="24"/>
          <w:szCs w:val="24"/>
        </w:rPr>
      </w:pPr>
    </w:p>
    <w:p w14:paraId="26B471A8" w14:textId="6C6308E7" w:rsidR="009A271C" w:rsidRPr="00E4285F" w:rsidRDefault="004F6222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La quota comprende:</w:t>
      </w:r>
    </w:p>
    <w:p w14:paraId="7378F286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•</w:t>
      </w:r>
      <w:r w:rsidRPr="00E4285F">
        <w:rPr>
          <w:rFonts w:ascii="Times New Roman" w:eastAsia="Calibri" w:hAnsi="Times New Roman"/>
          <w:sz w:val="24"/>
          <w:szCs w:val="24"/>
        </w:rPr>
        <w:tab/>
        <w:t>Servizio di Pensione Completa con acqua e vino ai pasti</w:t>
      </w:r>
      <w:r w:rsidR="000340CC" w:rsidRPr="00E4285F">
        <w:rPr>
          <w:rFonts w:ascii="Times New Roman" w:eastAsia="Calibri" w:hAnsi="Times New Roman"/>
          <w:sz w:val="24"/>
          <w:szCs w:val="24"/>
        </w:rPr>
        <w:t xml:space="preserve"> per 14 giorni</w:t>
      </w:r>
    </w:p>
    <w:p w14:paraId="01FCFD3D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•</w:t>
      </w:r>
      <w:r w:rsidRPr="00E4285F">
        <w:rPr>
          <w:rFonts w:ascii="Times New Roman" w:eastAsia="Calibri" w:hAnsi="Times New Roman"/>
          <w:sz w:val="24"/>
          <w:szCs w:val="24"/>
        </w:rPr>
        <w:tab/>
        <w:t>Cocktail di benvenuto</w:t>
      </w:r>
    </w:p>
    <w:p w14:paraId="618BB8B1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•</w:t>
      </w:r>
      <w:r w:rsidRPr="00E4285F">
        <w:rPr>
          <w:rFonts w:ascii="Times New Roman" w:eastAsia="Calibri" w:hAnsi="Times New Roman"/>
          <w:sz w:val="24"/>
          <w:szCs w:val="24"/>
        </w:rPr>
        <w:tab/>
        <w:t xml:space="preserve">Cena Tipica con degustazione dei piatti Toscani e Trentini </w:t>
      </w:r>
    </w:p>
    <w:p w14:paraId="48394C99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•</w:t>
      </w:r>
      <w:r w:rsidRPr="00E4285F">
        <w:rPr>
          <w:rFonts w:ascii="Times New Roman" w:eastAsia="Calibri" w:hAnsi="Times New Roman"/>
          <w:sz w:val="24"/>
          <w:szCs w:val="24"/>
        </w:rPr>
        <w:tab/>
        <w:t xml:space="preserve">sala riunioni a completa disposizione per iniziative e serate ludiche </w:t>
      </w:r>
    </w:p>
    <w:p w14:paraId="593C6272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•</w:t>
      </w:r>
      <w:r w:rsidRPr="00E4285F">
        <w:rPr>
          <w:rFonts w:ascii="Times New Roman" w:eastAsia="Calibri" w:hAnsi="Times New Roman"/>
          <w:sz w:val="24"/>
          <w:szCs w:val="24"/>
        </w:rPr>
        <w:tab/>
        <w:t>animazione e intrattenimento</w:t>
      </w:r>
    </w:p>
    <w:p w14:paraId="7C999996" w14:textId="08C2FB43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•</w:t>
      </w:r>
      <w:r w:rsidRPr="00E4285F">
        <w:rPr>
          <w:rFonts w:ascii="Times New Roman" w:eastAsia="Calibri" w:hAnsi="Times New Roman"/>
          <w:sz w:val="24"/>
          <w:szCs w:val="24"/>
        </w:rPr>
        <w:tab/>
        <w:t xml:space="preserve">una serata con piano bar </w:t>
      </w:r>
      <w:r w:rsidR="004F6222">
        <w:rPr>
          <w:rFonts w:ascii="Times New Roman" w:eastAsia="Calibri" w:hAnsi="Times New Roman"/>
          <w:sz w:val="24"/>
          <w:szCs w:val="24"/>
        </w:rPr>
        <w:t xml:space="preserve">e </w:t>
      </w:r>
      <w:r w:rsidRPr="00E4285F">
        <w:rPr>
          <w:rFonts w:ascii="Times New Roman" w:eastAsia="Calibri" w:hAnsi="Times New Roman"/>
          <w:sz w:val="24"/>
          <w:szCs w:val="24"/>
        </w:rPr>
        <w:t xml:space="preserve">cantante </w:t>
      </w:r>
    </w:p>
    <w:p w14:paraId="2BA5F818" w14:textId="6B9DDEE1" w:rsidR="00E4285F" w:rsidRPr="0030009C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bookmarkStart w:id="1" w:name="_Hlk97553106"/>
      <w:r w:rsidRPr="00E4285F">
        <w:rPr>
          <w:rFonts w:ascii="Times New Roman" w:eastAsia="Calibri" w:hAnsi="Times New Roman"/>
          <w:sz w:val="24"/>
          <w:szCs w:val="24"/>
        </w:rPr>
        <w:t>•</w:t>
      </w:r>
      <w:bookmarkEnd w:id="1"/>
      <w:r w:rsidRPr="00E4285F">
        <w:rPr>
          <w:rFonts w:ascii="Times New Roman" w:eastAsia="Calibri" w:hAnsi="Times New Roman"/>
          <w:sz w:val="24"/>
          <w:szCs w:val="24"/>
        </w:rPr>
        <w:tab/>
        <w:t>servizio spiaggia</w:t>
      </w:r>
      <w:r w:rsidR="004F6222">
        <w:rPr>
          <w:rFonts w:ascii="Times New Roman" w:eastAsia="Calibri" w:hAnsi="Times New Roman"/>
          <w:sz w:val="24"/>
          <w:szCs w:val="24"/>
        </w:rPr>
        <w:t>,</w:t>
      </w:r>
      <w:r w:rsidRPr="00E4285F">
        <w:rPr>
          <w:rFonts w:ascii="Times New Roman" w:eastAsia="Calibri" w:hAnsi="Times New Roman"/>
          <w:sz w:val="24"/>
          <w:szCs w:val="24"/>
        </w:rPr>
        <w:t xml:space="preserve"> ombrellone e sdraio</w:t>
      </w:r>
    </w:p>
    <w:p w14:paraId="192B7A14" w14:textId="77777777" w:rsidR="00E4285F" w:rsidRDefault="00E4285F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14:paraId="33F6FE13" w14:textId="7A81063D" w:rsidR="00E4285F" w:rsidRPr="008A6F24" w:rsidRDefault="004F6222" w:rsidP="00AE2C64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     </w:t>
      </w:r>
      <w:r w:rsidR="008A6F24">
        <w:rPr>
          <w:rFonts w:ascii="Times New Roman" w:eastAsia="Calibri" w:hAnsi="Times New Roman"/>
          <w:b/>
          <w:sz w:val="24"/>
          <w:szCs w:val="24"/>
          <w:u w:val="single"/>
        </w:rPr>
        <w:t>Le</w:t>
      </w:r>
      <w:r w:rsidR="00E4285F" w:rsidRPr="008A6F24">
        <w:rPr>
          <w:rFonts w:ascii="Times New Roman" w:eastAsia="Calibri" w:hAnsi="Times New Roman"/>
          <w:b/>
          <w:sz w:val="24"/>
          <w:szCs w:val="24"/>
          <w:u w:val="single"/>
        </w:rPr>
        <w:t xml:space="preserve"> quote sono riservate ai soci dell’</w:t>
      </w:r>
      <w:proofErr w:type="spellStart"/>
      <w:r w:rsidR="00E4285F" w:rsidRPr="008A6F24">
        <w:rPr>
          <w:rFonts w:ascii="Times New Roman" w:eastAsia="Calibri" w:hAnsi="Times New Roman"/>
          <w:b/>
          <w:sz w:val="24"/>
          <w:szCs w:val="24"/>
          <w:u w:val="single"/>
        </w:rPr>
        <w:t>Uici</w:t>
      </w:r>
      <w:proofErr w:type="spellEnd"/>
      <w:r w:rsidR="00E4285F" w:rsidRPr="008A6F24">
        <w:rPr>
          <w:rFonts w:ascii="Times New Roman" w:eastAsia="Calibri" w:hAnsi="Times New Roman"/>
          <w:b/>
          <w:sz w:val="24"/>
          <w:szCs w:val="24"/>
          <w:u w:val="single"/>
        </w:rPr>
        <w:t xml:space="preserve"> che partecipano all’intero soggiorno (14 giorni).</w:t>
      </w:r>
    </w:p>
    <w:p w14:paraId="257DEA35" w14:textId="42D94B65" w:rsidR="000340CC" w:rsidRPr="00E4285F" w:rsidRDefault="000340C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14:paraId="6A8EBBC8" w14:textId="77777777" w:rsidR="009A271C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Alla quota va aggiunta la tassa di soggiorno di Euro 7,50, dovuta al comune di Pisa.</w:t>
      </w:r>
    </w:p>
    <w:p w14:paraId="00C6E145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14:paraId="68BCBFF9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Servizi a richiesta a pagamento:</w:t>
      </w:r>
    </w:p>
    <w:p w14:paraId="2C1D9E3C" w14:textId="77777777" w:rsidR="000340CC" w:rsidRPr="00E4285F" w:rsidRDefault="000340C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14:paraId="074C1C85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ab/>
        <w:t>a. Escursioni.</w:t>
      </w:r>
    </w:p>
    <w:p w14:paraId="0DEEE10D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ab/>
        <w:t>b. Parrucchiera.</w:t>
      </w:r>
    </w:p>
    <w:p w14:paraId="203C752F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ab/>
        <w:t>c. Estetista.</w:t>
      </w:r>
    </w:p>
    <w:p w14:paraId="4A684E29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ab/>
        <w:t>d. Infermiera.</w:t>
      </w:r>
    </w:p>
    <w:p w14:paraId="1E8B5CAE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14:paraId="636F3442" w14:textId="77777777" w:rsidR="008A6F24" w:rsidRDefault="008A6F24" w:rsidP="00AE2C64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3C34B8E5" w14:textId="77777777" w:rsidR="0030009C" w:rsidRDefault="0030009C" w:rsidP="00AE2C64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4DA5F8C4" w14:textId="77777777" w:rsidR="0030009C" w:rsidRDefault="0030009C" w:rsidP="00AE2C64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73454D4B" w14:textId="77777777" w:rsidR="00A31819" w:rsidRDefault="009A271C" w:rsidP="00A31819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b/>
          <w:sz w:val="24"/>
          <w:szCs w:val="24"/>
        </w:rPr>
        <w:t>Corso gratuito di Alfabetizzazione informatica per computer e per smartphone</w:t>
      </w:r>
    </w:p>
    <w:p w14:paraId="44B32B22" w14:textId="77777777" w:rsidR="00A31819" w:rsidRDefault="00A31819" w:rsidP="00A31819">
      <w:pPr>
        <w:ind w:right="567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288A9EFB" w14:textId="77777777" w:rsidR="009A271C" w:rsidRPr="00A31819" w:rsidRDefault="009A271C" w:rsidP="00A31819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I corsi di Alfabetizzazione informatica saranno tenuti, con la consueta competenza, dal nostro Nunziante Esposito e dovranno essere richiesti all'atto della prenotazione del soggiorno.  </w:t>
      </w:r>
    </w:p>
    <w:p w14:paraId="6901BEAD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14:paraId="02FCD53C" w14:textId="77777777" w:rsidR="00A31819" w:rsidRDefault="009A271C" w:rsidP="00A31819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b/>
          <w:sz w:val="24"/>
          <w:szCs w:val="24"/>
        </w:rPr>
        <w:t>Attività ludico ricreative</w:t>
      </w:r>
    </w:p>
    <w:p w14:paraId="388CFEDE" w14:textId="56FDF02A" w:rsidR="009A271C" w:rsidRPr="00A31819" w:rsidRDefault="009A271C" w:rsidP="00A31819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Con la collaborazione dello staff dell'hotel saranno organizzati giochi di squadra, tornei amichevoli di showdown, Bowling, bocce</w:t>
      </w:r>
      <w:r w:rsidR="004F6222">
        <w:rPr>
          <w:rFonts w:ascii="Times New Roman" w:eastAsia="Calibri" w:hAnsi="Times New Roman"/>
          <w:sz w:val="24"/>
          <w:szCs w:val="24"/>
        </w:rPr>
        <w:t>,</w:t>
      </w:r>
      <w:r w:rsidRPr="00E4285F">
        <w:rPr>
          <w:rFonts w:ascii="Times New Roman" w:eastAsia="Calibri" w:hAnsi="Times New Roman"/>
          <w:sz w:val="24"/>
          <w:szCs w:val="24"/>
        </w:rPr>
        <w:t xml:space="preserve"> scacchi </w:t>
      </w:r>
      <w:r w:rsidR="004F6222">
        <w:rPr>
          <w:rFonts w:ascii="Times New Roman" w:eastAsia="Calibri" w:hAnsi="Times New Roman"/>
          <w:sz w:val="24"/>
          <w:szCs w:val="24"/>
        </w:rPr>
        <w:t xml:space="preserve">e altro ancora, </w:t>
      </w:r>
      <w:r w:rsidRPr="00E4285F">
        <w:rPr>
          <w:rFonts w:ascii="Times New Roman" w:eastAsia="Calibri" w:hAnsi="Times New Roman"/>
          <w:sz w:val="24"/>
          <w:szCs w:val="24"/>
        </w:rPr>
        <w:t>per il divertimento di tutti.</w:t>
      </w:r>
    </w:p>
    <w:p w14:paraId="141A5A9A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>Non mancheranno infine, serate culturali ed eventi musicali.</w:t>
      </w:r>
    </w:p>
    <w:p w14:paraId="52128928" w14:textId="77777777" w:rsidR="009A271C" w:rsidRPr="00E4285F" w:rsidRDefault="009A271C" w:rsidP="00AE2C64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14:paraId="2C249AC0" w14:textId="77777777" w:rsidR="00A31819" w:rsidRDefault="009A271C" w:rsidP="00A31819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b/>
          <w:sz w:val="24"/>
          <w:szCs w:val="24"/>
        </w:rPr>
        <w:t>Prenotazioni e informazioni</w:t>
      </w:r>
    </w:p>
    <w:p w14:paraId="13517BB7" w14:textId="77777777" w:rsidR="00A31819" w:rsidRDefault="009A271C" w:rsidP="00A31819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Per prenotazioni inviare mail al seguente indirizzo mail </w:t>
      </w:r>
      <w:hyperlink r:id="rId9" w:history="1">
        <w:r w:rsidR="008A6F24" w:rsidRPr="0059512C">
          <w:rPr>
            <w:rStyle w:val="Collegamentoipertestuale"/>
            <w:rFonts w:ascii="Times New Roman" w:eastAsia="Calibri" w:hAnsi="Times New Roman"/>
            <w:sz w:val="24"/>
            <w:szCs w:val="24"/>
          </w:rPr>
          <w:t>archivio@irifor.eu</w:t>
        </w:r>
      </w:hyperlink>
    </w:p>
    <w:p w14:paraId="3803C54B" w14:textId="77777777" w:rsidR="00A31819" w:rsidRDefault="00A31819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14:paraId="03B48F5D" w14:textId="77777777" w:rsidR="00AE2C64" w:rsidRPr="00A31819" w:rsidRDefault="009A271C" w:rsidP="00A31819">
      <w:pPr>
        <w:ind w:left="567" w:right="567"/>
        <w:jc w:val="both"/>
        <w:rPr>
          <w:rFonts w:ascii="Times New Roman" w:eastAsia="Calibri" w:hAnsi="Times New Roman"/>
          <w:b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Per informazioni, chiarimenti circa i transfert da e per le stazioni ferroviarie di Pisa e Livorno è possibile rivolgersi direttamente a: </w:t>
      </w:r>
    </w:p>
    <w:p w14:paraId="40EC9058" w14:textId="77777777" w:rsidR="00A31819" w:rsidRDefault="009A271C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  <w:lang w:val="en-US"/>
        </w:rPr>
      </w:pPr>
      <w:r w:rsidRPr="00E4285F">
        <w:rPr>
          <w:rFonts w:ascii="Times New Roman" w:eastAsia="Calibri" w:hAnsi="Times New Roman"/>
          <w:sz w:val="24"/>
          <w:szCs w:val="24"/>
          <w:lang w:val="en-US"/>
        </w:rPr>
        <w:t>Olympic Beach Le Torri</w:t>
      </w:r>
      <w:r w:rsidR="00A31819">
        <w:rPr>
          <w:rFonts w:ascii="Times New Roman" w:eastAsia="Calibri" w:hAnsi="Times New Roman"/>
          <w:sz w:val="24"/>
          <w:szCs w:val="24"/>
          <w:lang w:val="en-US"/>
        </w:rPr>
        <w:t>:</w:t>
      </w:r>
      <w:r w:rsidRPr="00E4285F">
        <w:rPr>
          <w:rFonts w:ascii="Times New Roman" w:eastAsia="Calibri" w:hAnsi="Times New Roman"/>
          <w:sz w:val="24"/>
          <w:szCs w:val="24"/>
          <w:lang w:val="en-US"/>
        </w:rPr>
        <w:t xml:space="preserve"> </w:t>
      </w:r>
    </w:p>
    <w:p w14:paraId="4E6A443A" w14:textId="77777777" w:rsidR="00A31819" w:rsidRDefault="009A271C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  <w:lang w:val="en-US"/>
        </w:rPr>
      </w:pPr>
      <w:r w:rsidRPr="00E4285F">
        <w:rPr>
          <w:rFonts w:ascii="Times New Roman" w:eastAsia="Calibri" w:hAnsi="Times New Roman"/>
          <w:sz w:val="24"/>
          <w:szCs w:val="24"/>
          <w:lang w:val="en-US"/>
        </w:rPr>
        <w:t>tel. 050 32.270</w:t>
      </w:r>
      <w:r w:rsidRPr="00E4285F">
        <w:rPr>
          <w:rFonts w:ascii="Times New Roman" w:eastAsia="Calibri" w:hAnsi="Times New Roman"/>
          <w:sz w:val="24"/>
          <w:szCs w:val="24"/>
          <w:lang w:val="en-US"/>
        </w:rPr>
        <w:tab/>
      </w:r>
    </w:p>
    <w:p w14:paraId="5DC8511E" w14:textId="77777777" w:rsidR="00A31819" w:rsidRDefault="009A271C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  <w:lang w:val="en-US"/>
        </w:rPr>
      </w:pPr>
      <w:r w:rsidRPr="00E4285F">
        <w:rPr>
          <w:rFonts w:ascii="Times New Roman" w:eastAsia="Calibri" w:hAnsi="Times New Roman"/>
          <w:sz w:val="24"/>
          <w:szCs w:val="24"/>
          <w:lang w:val="en-US"/>
        </w:rPr>
        <w:t xml:space="preserve">email: </w:t>
      </w:r>
      <w:hyperlink r:id="rId10" w:history="1">
        <w:r w:rsidRPr="00E4285F">
          <w:rPr>
            <w:rStyle w:val="Collegamentoipertestuale"/>
            <w:rFonts w:ascii="Times New Roman" w:eastAsia="Calibri" w:hAnsi="Times New Roman"/>
            <w:color w:val="auto"/>
            <w:sz w:val="24"/>
            <w:szCs w:val="24"/>
            <w:u w:val="none"/>
            <w:lang w:val="en-US"/>
          </w:rPr>
          <w:t>info@centroletorri.it</w:t>
        </w:r>
      </w:hyperlink>
    </w:p>
    <w:p w14:paraId="68DCC2E3" w14:textId="77777777" w:rsidR="00A31819" w:rsidRPr="004F6222" w:rsidRDefault="00A31819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  <w:lang w:val="en-US"/>
        </w:rPr>
      </w:pPr>
    </w:p>
    <w:p w14:paraId="782D7A3E" w14:textId="3EAF84A1" w:rsidR="00A31819" w:rsidRPr="004F6222" w:rsidRDefault="004F6222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</w:t>
      </w:r>
      <w:r w:rsidR="009A271C" w:rsidRPr="00E4285F">
        <w:rPr>
          <w:rFonts w:ascii="Times New Roman" w:eastAsia="Calibri" w:hAnsi="Times New Roman"/>
          <w:sz w:val="24"/>
          <w:szCs w:val="24"/>
        </w:rPr>
        <w:t xml:space="preserve">Tutte le attività saranno realizzate nel rispetto delle normative anti </w:t>
      </w:r>
      <w:proofErr w:type="spellStart"/>
      <w:r w:rsidR="009A271C" w:rsidRPr="00E4285F">
        <w:rPr>
          <w:rFonts w:ascii="Times New Roman" w:eastAsia="Calibri" w:hAnsi="Times New Roman"/>
          <w:sz w:val="24"/>
          <w:szCs w:val="24"/>
        </w:rPr>
        <w:t>Covid</w:t>
      </w:r>
      <w:proofErr w:type="spellEnd"/>
      <w:r w:rsidR="009A271C" w:rsidRPr="00E4285F">
        <w:rPr>
          <w:rFonts w:ascii="Times New Roman" w:eastAsia="Calibri" w:hAnsi="Times New Roman"/>
          <w:sz w:val="24"/>
          <w:szCs w:val="24"/>
        </w:rPr>
        <w:t xml:space="preserve"> 19 vigenti al momento dello svolgimento dell’iniziativa.</w:t>
      </w:r>
    </w:p>
    <w:p w14:paraId="03B79F6D" w14:textId="466438E3" w:rsidR="00A31819" w:rsidRPr="004F6222" w:rsidRDefault="004F6222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</w:t>
      </w:r>
      <w:r w:rsidR="009A271C" w:rsidRPr="00E4285F">
        <w:rPr>
          <w:rFonts w:ascii="Times New Roman" w:eastAsia="Calibri" w:hAnsi="Times New Roman"/>
          <w:sz w:val="24"/>
          <w:szCs w:val="24"/>
        </w:rPr>
        <w:t>Vi attendiamo numerosi.</w:t>
      </w:r>
    </w:p>
    <w:p w14:paraId="366BD8AA" w14:textId="77777777" w:rsidR="00A31819" w:rsidRDefault="00A31819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</w:p>
    <w:p w14:paraId="6263B0D8" w14:textId="66A18D1D" w:rsidR="009A271C" w:rsidRPr="004F6222" w:rsidRDefault="004F6222" w:rsidP="00A31819">
      <w:pPr>
        <w:ind w:left="567" w:right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</w:t>
      </w:r>
      <w:r w:rsidR="009A271C" w:rsidRPr="00E4285F">
        <w:rPr>
          <w:rFonts w:ascii="Times New Roman" w:eastAsia="Calibri" w:hAnsi="Times New Roman"/>
          <w:sz w:val="24"/>
          <w:szCs w:val="24"/>
        </w:rPr>
        <w:t xml:space="preserve">Cari saluti e a presto. </w:t>
      </w:r>
    </w:p>
    <w:p w14:paraId="25844C6D" w14:textId="77777777" w:rsidR="000340CC" w:rsidRPr="00E4285F" w:rsidRDefault="009A271C" w:rsidP="000340CC">
      <w:pPr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sz w:val="24"/>
          <w:szCs w:val="24"/>
        </w:rPr>
        <w:t xml:space="preserve">        </w:t>
      </w:r>
    </w:p>
    <w:p w14:paraId="5F74B209" w14:textId="77777777" w:rsidR="000340CC" w:rsidRPr="00E4285F" w:rsidRDefault="000340CC" w:rsidP="000340CC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1ADEE534" w14:textId="77777777" w:rsidR="000340CC" w:rsidRDefault="000340CC" w:rsidP="000340CC">
      <w:pPr>
        <w:jc w:val="both"/>
        <w:rPr>
          <w:rFonts w:ascii="Times New Roman" w:eastAsia="Calibri" w:hAnsi="Times New Roman"/>
        </w:rPr>
      </w:pPr>
    </w:p>
    <w:p w14:paraId="740BBEE0" w14:textId="77777777" w:rsidR="009A271C" w:rsidRPr="00E4285F" w:rsidRDefault="009A271C" w:rsidP="00E4285F">
      <w:pPr>
        <w:ind w:left="4956" w:firstLine="708"/>
        <w:jc w:val="both"/>
        <w:rPr>
          <w:rFonts w:ascii="Times New Roman" w:eastAsia="Calibri" w:hAnsi="Times New Roman"/>
          <w:sz w:val="24"/>
          <w:szCs w:val="24"/>
        </w:rPr>
      </w:pPr>
      <w:r w:rsidRPr="00E4285F">
        <w:rPr>
          <w:rFonts w:ascii="Times New Roman" w:eastAsia="Calibri" w:hAnsi="Times New Roman"/>
          <w:b/>
          <w:i/>
          <w:sz w:val="24"/>
          <w:szCs w:val="24"/>
        </w:rPr>
        <w:t>Mario Barbuto</w:t>
      </w:r>
      <w:r w:rsidRPr="00E4285F">
        <w:rPr>
          <w:rFonts w:ascii="Times New Roman" w:eastAsia="Calibri" w:hAnsi="Times New Roman"/>
          <w:sz w:val="24"/>
          <w:szCs w:val="24"/>
        </w:rPr>
        <w:t xml:space="preserve"> – Presidente Nazionale</w:t>
      </w:r>
    </w:p>
    <w:p w14:paraId="01A6800E" w14:textId="77777777" w:rsidR="009A271C" w:rsidRPr="009A271C" w:rsidRDefault="009A271C" w:rsidP="000340CC">
      <w:pPr>
        <w:jc w:val="both"/>
        <w:rPr>
          <w:rFonts w:ascii="Times New Roman" w:eastAsia="Calibri" w:hAnsi="Times New Roman"/>
        </w:rPr>
      </w:pPr>
    </w:p>
    <w:p w14:paraId="6B8B431E" w14:textId="77777777" w:rsidR="000340CC" w:rsidRDefault="000340CC" w:rsidP="000340CC">
      <w:pPr>
        <w:jc w:val="both"/>
        <w:rPr>
          <w:rFonts w:ascii="Times New Roman" w:eastAsia="Calibri" w:hAnsi="Times New Roman"/>
        </w:rPr>
      </w:pPr>
    </w:p>
    <w:p w14:paraId="589AD248" w14:textId="77777777" w:rsidR="000340CC" w:rsidRDefault="000340CC" w:rsidP="000340CC">
      <w:pPr>
        <w:jc w:val="both"/>
        <w:rPr>
          <w:rFonts w:ascii="Times New Roman" w:eastAsia="Calibri" w:hAnsi="Times New Roman"/>
        </w:rPr>
      </w:pPr>
    </w:p>
    <w:p w14:paraId="4681E740" w14:textId="77777777" w:rsidR="0030009C" w:rsidRDefault="0030009C" w:rsidP="000340CC">
      <w:pPr>
        <w:jc w:val="both"/>
        <w:rPr>
          <w:rFonts w:ascii="Times New Roman" w:eastAsia="Calibri" w:hAnsi="Times New Roman"/>
        </w:rPr>
      </w:pPr>
    </w:p>
    <w:p w14:paraId="00916CF4" w14:textId="77777777" w:rsidR="0030009C" w:rsidRDefault="0030009C" w:rsidP="000340CC">
      <w:pPr>
        <w:jc w:val="both"/>
        <w:rPr>
          <w:rFonts w:ascii="Times New Roman" w:eastAsia="Calibri" w:hAnsi="Times New Roman"/>
        </w:rPr>
      </w:pPr>
    </w:p>
    <w:p w14:paraId="660D72ED" w14:textId="77777777" w:rsidR="0030009C" w:rsidRDefault="0030009C" w:rsidP="000340CC">
      <w:pPr>
        <w:jc w:val="both"/>
        <w:rPr>
          <w:rFonts w:ascii="Times New Roman" w:eastAsia="Calibri" w:hAnsi="Times New Roman"/>
        </w:rPr>
      </w:pPr>
    </w:p>
    <w:p w14:paraId="2CFEE756" w14:textId="77777777" w:rsidR="0030009C" w:rsidRDefault="0030009C" w:rsidP="000340CC">
      <w:pPr>
        <w:jc w:val="both"/>
        <w:rPr>
          <w:rFonts w:ascii="Times New Roman" w:eastAsia="Calibri" w:hAnsi="Times New Roman"/>
        </w:rPr>
      </w:pPr>
    </w:p>
    <w:p w14:paraId="49FD8923" w14:textId="77777777" w:rsidR="008A6F24" w:rsidRDefault="008A6F24" w:rsidP="008A6F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MP/mp</w:t>
      </w:r>
    </w:p>
    <w:p w14:paraId="1E82D4B7" w14:textId="77777777" w:rsidR="008A6F24" w:rsidRDefault="008A6F24" w:rsidP="008A6F24">
      <w:pPr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fldChar w:fldCharType="begin"/>
      </w:r>
      <w:r>
        <w:rPr>
          <w:rFonts w:ascii="Times New Roman" w:hAnsi="Times New Roman"/>
          <w:sz w:val="16"/>
        </w:rPr>
        <w:instrText xml:space="preserve"> FILENAME  \p </w:instrText>
      </w:r>
      <w:r>
        <w:rPr>
          <w:rFonts w:ascii="Times New Roman" w:hAnsi="Times New Roman"/>
          <w:sz w:val="16"/>
        </w:rPr>
        <w:fldChar w:fldCharType="separate"/>
      </w:r>
      <w:r w:rsidR="00A31819">
        <w:rPr>
          <w:rFonts w:ascii="Times New Roman" w:hAnsi="Times New Roman"/>
          <w:noProof/>
          <w:sz w:val="16"/>
        </w:rPr>
        <w:t>S:\Irifor\Paladino M\Formazione\Primo sole 2022\Comunicato Primo sole 2022.docx</w:t>
      </w:r>
      <w:r>
        <w:rPr>
          <w:rFonts w:ascii="Times New Roman" w:hAnsi="Times New Roman"/>
          <w:sz w:val="16"/>
        </w:rPr>
        <w:fldChar w:fldCharType="end"/>
      </w:r>
    </w:p>
    <w:p w14:paraId="1C273185" w14:textId="77777777" w:rsidR="008A6F24" w:rsidRDefault="008A6F24" w:rsidP="000340CC">
      <w:pPr>
        <w:jc w:val="both"/>
        <w:rPr>
          <w:rFonts w:ascii="Times New Roman" w:eastAsia="Calibri" w:hAnsi="Times New Roman"/>
        </w:rPr>
      </w:pPr>
    </w:p>
    <w:p w14:paraId="26A38845" w14:textId="77777777" w:rsidR="000340CC" w:rsidRPr="009A271C" w:rsidRDefault="000340CC" w:rsidP="000340CC">
      <w:pPr>
        <w:jc w:val="both"/>
        <w:rPr>
          <w:rFonts w:ascii="Times New Roman" w:eastAsia="Calibri" w:hAnsi="Times New Roman"/>
        </w:rPr>
      </w:pPr>
    </w:p>
    <w:sectPr w:rsidR="000340CC" w:rsidRPr="009A271C" w:rsidSect="00CD5700">
      <w:headerReference w:type="default" r:id="rId11"/>
      <w:footerReference w:type="default" r:id="rId12"/>
      <w:pgSz w:w="11907" w:h="16840" w:code="9"/>
      <w:pgMar w:top="284" w:right="1559" w:bottom="284" w:left="567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B0B16" w14:textId="77777777" w:rsidR="005E3306" w:rsidRDefault="005E3306">
      <w:r>
        <w:separator/>
      </w:r>
    </w:p>
  </w:endnote>
  <w:endnote w:type="continuationSeparator" w:id="0">
    <w:p w14:paraId="1BD772AE" w14:textId="77777777" w:rsidR="005E3306" w:rsidRDefault="005E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856AC" w14:textId="77777777" w:rsidR="001957D2" w:rsidRPr="00815D3A" w:rsidRDefault="00FE04C0" w:rsidP="00816BC2">
    <w:pPr>
      <w:pBdr>
        <w:top w:val="single" w:sz="4" w:space="1" w:color="FF0000"/>
      </w:pBdr>
      <w:jc w:val="center"/>
      <w:rPr>
        <w:b/>
        <w:color w:val="595959"/>
        <w:sz w:val="24"/>
        <w:szCs w:val="24"/>
      </w:rPr>
    </w:pPr>
    <w:r w:rsidRPr="00815D3A">
      <w:rPr>
        <w:b/>
        <w:color w:val="FF0000"/>
        <w:sz w:val="24"/>
        <w:szCs w:val="24"/>
      </w:rPr>
      <w:t xml:space="preserve"> </w:t>
    </w:r>
    <w:r w:rsidR="00E16E23">
      <w:rPr>
        <w:b/>
        <w:noProof/>
        <w:color w:val="FF0000"/>
        <w:sz w:val="24"/>
        <w:szCs w:val="24"/>
      </w:rPr>
      <w:drawing>
        <wp:inline distT="0" distB="0" distL="0" distR="0" wp14:anchorId="4A25B33F" wp14:editId="235A5061">
          <wp:extent cx="152400" cy="152400"/>
          <wp:effectExtent l="0" t="0" r="0" b="0"/>
          <wp:docPr id="2" name="Immagine 1" descr="icomoon-phone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comoon-phone_16_0_ff0000_n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4F3110" w:rsidRPr="00B83DE2">
      <w:rPr>
        <w:b/>
        <w:color w:val="595959"/>
        <w:position w:val="2"/>
        <w:sz w:val="24"/>
        <w:szCs w:val="24"/>
      </w:rPr>
      <w:t>(+39) 06 69988</w:t>
    </w:r>
    <w:r w:rsidR="00C151FD">
      <w:rPr>
        <w:b/>
        <w:color w:val="595959"/>
        <w:position w:val="2"/>
        <w:sz w:val="24"/>
        <w:szCs w:val="24"/>
      </w:rPr>
      <w:t>1</w:t>
    </w:r>
    <w:r w:rsidR="004F3110" w:rsidRPr="00815D3A">
      <w:rPr>
        <w:b/>
        <w:color w:val="595959"/>
        <w:sz w:val="24"/>
        <w:szCs w:val="24"/>
      </w:rPr>
      <w:t xml:space="preserve">  </w:t>
    </w:r>
    <w:r w:rsidR="00E16E23">
      <w:rPr>
        <w:b/>
        <w:noProof/>
        <w:color w:val="FF0000"/>
        <w:sz w:val="24"/>
        <w:szCs w:val="24"/>
      </w:rPr>
      <w:drawing>
        <wp:inline distT="0" distB="0" distL="0" distR="0" wp14:anchorId="5ACA6092" wp14:editId="20E797E2">
          <wp:extent cx="152400" cy="152400"/>
          <wp:effectExtent l="0" t="0" r="0" b="0"/>
          <wp:docPr id="3" name="Immagine 15" descr="mfglabs-mail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mfglabs-mail_16_0_ff0000_n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D24F35">
      <w:rPr>
        <w:b/>
        <w:color w:val="595959"/>
        <w:position w:val="4"/>
        <w:sz w:val="24"/>
        <w:szCs w:val="24"/>
      </w:rPr>
      <w:t>archivio</w:t>
    </w:r>
    <w:r w:rsidR="004B1F67" w:rsidRPr="00A93DFB">
      <w:rPr>
        <w:b/>
        <w:color w:val="595959"/>
        <w:position w:val="4"/>
        <w:sz w:val="24"/>
        <w:szCs w:val="24"/>
      </w:rPr>
      <w:t>@irifor.eu</w:t>
    </w:r>
    <w:r w:rsidR="00EA4210" w:rsidRPr="00815D3A">
      <w:rPr>
        <w:b/>
        <w:color w:val="595959"/>
        <w:sz w:val="24"/>
        <w:szCs w:val="24"/>
      </w:rPr>
      <w:t xml:space="preserve">   </w:t>
    </w:r>
    <w:r w:rsidR="00E16E23">
      <w:rPr>
        <w:b/>
        <w:noProof/>
        <w:color w:val="595959"/>
        <w:sz w:val="24"/>
        <w:szCs w:val="24"/>
      </w:rPr>
      <w:drawing>
        <wp:inline distT="0" distB="0" distL="0" distR="0" wp14:anchorId="6FBA8095" wp14:editId="60E3B8E8">
          <wp:extent cx="152400" cy="152400"/>
          <wp:effectExtent l="0" t="0" r="0" b="0"/>
          <wp:docPr id="4" name="Immagine 7" descr="lsf-web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sf-web_16_0_ff0000_non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7D2" w:rsidRPr="00815D3A">
      <w:rPr>
        <w:b/>
        <w:color w:val="595959"/>
        <w:sz w:val="24"/>
        <w:szCs w:val="24"/>
      </w:rPr>
      <w:t xml:space="preserve"> </w:t>
    </w:r>
    <w:r w:rsidR="009A7A4E" w:rsidRPr="00A93DFB">
      <w:rPr>
        <w:b/>
        <w:color w:val="595959"/>
        <w:position w:val="4"/>
        <w:sz w:val="24"/>
        <w:szCs w:val="24"/>
      </w:rPr>
      <w:t>www.irifor.eu</w:t>
    </w:r>
  </w:p>
  <w:p w14:paraId="54D1B616" w14:textId="77777777" w:rsidR="001957D2" w:rsidRPr="00816BC2" w:rsidRDefault="001957D2" w:rsidP="004D2ED9">
    <w:pPr>
      <w:jc w:val="center"/>
      <w:rPr>
        <w:b/>
        <w:color w:val="595959"/>
      </w:rPr>
    </w:pPr>
  </w:p>
  <w:p w14:paraId="0C434D47" w14:textId="77777777" w:rsidR="009A7A4E" w:rsidRPr="00A93DFB" w:rsidRDefault="004B1F67" w:rsidP="009A7A4E">
    <w:pPr>
      <w:jc w:val="center"/>
      <w:rPr>
        <w:color w:val="595959"/>
        <w:sz w:val="16"/>
        <w:szCs w:val="16"/>
      </w:rPr>
    </w:pPr>
    <w:r w:rsidRPr="00816BC2">
      <w:rPr>
        <w:b/>
        <w:color w:val="595959"/>
      </w:rPr>
      <w:t xml:space="preserve">Sede </w:t>
    </w:r>
    <w:r w:rsidR="009A7A4E">
      <w:rPr>
        <w:b/>
        <w:color w:val="595959"/>
      </w:rPr>
      <w:t xml:space="preserve">Legale </w:t>
    </w:r>
    <w:r w:rsidR="00130085">
      <w:rPr>
        <w:b/>
        <w:color w:val="595959"/>
      </w:rPr>
      <w:t>Nazionale</w:t>
    </w:r>
    <w:r w:rsidR="009A7A4E">
      <w:rPr>
        <w:b/>
        <w:color w:val="595959"/>
      </w:rPr>
      <w:t>:</w:t>
    </w:r>
    <w:r w:rsidR="00FE04C0">
      <w:rPr>
        <w:b/>
        <w:color w:val="595959"/>
      </w:rPr>
      <w:t xml:space="preserve"> Via Borgognona, 38 - </w:t>
    </w:r>
    <w:r w:rsidR="00FE04C0" w:rsidRPr="00FE04C0">
      <w:rPr>
        <w:b/>
        <w:color w:val="595959"/>
      </w:rPr>
      <w:t>00187 Roma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C</w:t>
    </w:r>
    <w:r w:rsidR="009A7A4E">
      <w:rPr>
        <w:b/>
        <w:color w:val="595959"/>
      </w:rPr>
      <w:t xml:space="preserve">F: </w:t>
    </w:r>
    <w:r w:rsidR="00FE04C0" w:rsidRPr="00FE04C0">
      <w:rPr>
        <w:b/>
        <w:color w:val="595959"/>
      </w:rPr>
      <w:t>97096140583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P</w:t>
    </w:r>
    <w:r w:rsidR="009A7A4E">
      <w:rPr>
        <w:b/>
        <w:color w:val="595959"/>
      </w:rPr>
      <w:t>I</w:t>
    </w:r>
    <w:r w:rsidRPr="00816BC2">
      <w:rPr>
        <w:b/>
        <w:color w:val="595959"/>
      </w:rPr>
      <w:t xml:space="preserve">: </w:t>
    </w:r>
    <w:r w:rsidR="00FE04C0" w:rsidRPr="00FE04C0">
      <w:rPr>
        <w:b/>
        <w:color w:val="595959"/>
      </w:rPr>
      <w:t>04667141008</w:t>
    </w:r>
    <w:r>
      <w:rPr>
        <w:b/>
        <w:color w:val="595959"/>
      </w:rPr>
      <w:br/>
    </w:r>
    <w:r w:rsidR="009A7A4E" w:rsidRPr="00A93DFB">
      <w:rPr>
        <w:color w:val="595959"/>
        <w:sz w:val="16"/>
        <w:szCs w:val="16"/>
      </w:rPr>
      <w:t>Ente istituito dall’Unione Italiana dei Ciechi e degli Ipovedenti (atto n. 33411/1991)</w:t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</w:rPr>
      <w:sym w:font="Wingdings 2" w:char="F097"/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  <w:sz w:val="16"/>
        <w:szCs w:val="16"/>
      </w:rPr>
      <w:t>RPG Prefettura di Roma n. 167/2002</w:t>
    </w:r>
  </w:p>
  <w:p w14:paraId="0CF843C2" w14:textId="77777777" w:rsidR="009A7A4E" w:rsidRPr="00A93DFB" w:rsidRDefault="009A7A4E" w:rsidP="009A7A4E">
    <w:pPr>
      <w:jc w:val="center"/>
      <w:rPr>
        <w:color w:val="595959"/>
        <w:sz w:val="16"/>
        <w:szCs w:val="16"/>
      </w:rPr>
    </w:pPr>
    <w:r w:rsidRPr="00A93DFB">
      <w:rPr>
        <w:color w:val="595959"/>
        <w:sz w:val="16"/>
        <w:szCs w:val="16"/>
      </w:rPr>
      <w:t xml:space="preserve">Registrato all’Anagrafe Nazionale delle Ricerche con codice 118913F5 </w:t>
    </w:r>
    <w:r w:rsidR="006773C4" w:rsidRPr="00A93DFB">
      <w:rPr>
        <w:color w:val="595959"/>
      </w:rPr>
      <w:sym w:font="Wingdings 2" w:char="F097"/>
    </w:r>
    <w:r w:rsidR="006773C4">
      <w:rPr>
        <w:color w:val="595959"/>
      </w:rPr>
      <w:t xml:space="preserve"> </w:t>
    </w:r>
    <w:r w:rsidR="006773C4" w:rsidRPr="00741FF9">
      <w:rPr>
        <w:color w:val="595959"/>
        <w:sz w:val="16"/>
        <w:szCs w:val="16"/>
      </w:rPr>
      <w:t>Ente</w:t>
    </w:r>
    <w:r w:rsidR="006773C4" w:rsidRPr="00A93DFB">
      <w:rPr>
        <w:color w:val="595959"/>
      </w:rPr>
      <w:t xml:space="preserve"> </w:t>
    </w:r>
    <w:r w:rsidR="006773C4" w:rsidRPr="00741FF9">
      <w:rPr>
        <w:color w:val="595959"/>
        <w:sz w:val="16"/>
        <w:szCs w:val="16"/>
      </w:rPr>
      <w:t>del Terzo settore ai sensi del D. Lgs. 3 Luglio 2017, n.117</w:t>
    </w:r>
    <w:r w:rsidR="006773C4">
      <w:rPr>
        <w:color w:val="595959"/>
      </w:rPr>
      <w:t xml:space="preserve"> </w:t>
    </w:r>
    <w:r w:rsidRPr="00A93DFB">
      <w:rPr>
        <w:color w:val="595959"/>
        <w:sz w:val="16"/>
        <w:szCs w:val="16"/>
      </w:rPr>
      <w:sym w:font="Wingdings 2" w:char="F097"/>
    </w:r>
    <w:r w:rsidRPr="00A93DFB">
      <w:rPr>
        <w:color w:val="595959"/>
        <w:sz w:val="16"/>
        <w:szCs w:val="16"/>
      </w:rPr>
      <w:t xml:space="preserve"> Ente accreditato dal MIUR (D.M. 177/2000)</w:t>
    </w:r>
    <w:r w:rsidRPr="00A93DFB">
      <w:rPr>
        <w:color w:val="595959"/>
      </w:rPr>
      <w:t xml:space="preserve"> </w:t>
    </w:r>
    <w:r w:rsidR="00741FF9" w:rsidRPr="00A93DFB">
      <w:rPr>
        <w:color w:val="595959"/>
      </w:rPr>
      <w:sym w:font="Wingdings 2" w:char="F097"/>
    </w:r>
    <w:r w:rsidR="00741FF9">
      <w:rPr>
        <w:color w:val="595959"/>
      </w:rPr>
      <w:t xml:space="preserve"> </w:t>
    </w:r>
    <w:r w:rsidRPr="00A93DFB">
      <w:rPr>
        <w:color w:val="595959"/>
        <w:sz w:val="16"/>
        <w:szCs w:val="16"/>
      </w:rPr>
      <w:t>AICA Test Center</w:t>
    </w:r>
  </w:p>
  <w:p w14:paraId="2B4C2E56" w14:textId="77777777"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Paypal</w:t>
    </w:r>
    <w:proofErr w:type="spellEnd"/>
    <w:r w:rsidRPr="00D1079B">
      <w:rPr>
        <w:color w:val="595959"/>
        <w:sz w:val="16"/>
        <w:szCs w:val="16"/>
        <w:lang w:val="en-US"/>
      </w:rPr>
      <w:t>: pagamentipaypal@irifor.eu</w:t>
    </w:r>
  </w:p>
  <w:p w14:paraId="249A7050" w14:textId="77777777"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Poste </w:t>
    </w:r>
    <w:proofErr w:type="spellStart"/>
    <w:r w:rsidRPr="00D1079B">
      <w:rPr>
        <w:color w:val="595959"/>
        <w:sz w:val="16"/>
        <w:szCs w:val="16"/>
        <w:lang w:val="en-US"/>
      </w:rPr>
      <w:t>Italiane</w:t>
    </w:r>
    <w:proofErr w:type="spellEnd"/>
    <w:r w:rsidRPr="00D1079B">
      <w:rPr>
        <w:color w:val="595959"/>
        <w:sz w:val="16"/>
        <w:szCs w:val="16"/>
        <w:lang w:val="en-US"/>
      </w:rPr>
      <w:t>: IBAN: IT 15 H 07601 03200 000034340000 - BIC/SWIFT: BPPIITRRXXX</w:t>
    </w:r>
  </w:p>
  <w:p w14:paraId="53D36316" w14:textId="77777777" w:rsidR="00CE7800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proofErr w:type="spellStart"/>
    <w:r w:rsidRPr="00D1079B">
      <w:rPr>
        <w:color w:val="595959"/>
        <w:sz w:val="16"/>
        <w:szCs w:val="16"/>
        <w:lang w:val="en-US"/>
      </w:rPr>
      <w:t>Conto</w:t>
    </w:r>
    <w:proofErr w:type="spellEnd"/>
    <w:r w:rsidRPr="00D1079B">
      <w:rPr>
        <w:color w:val="595959"/>
        <w:sz w:val="16"/>
        <w:szCs w:val="16"/>
        <w:lang w:val="en-US"/>
      </w:rPr>
      <w:t xml:space="preserve"> </w:t>
    </w:r>
    <w:proofErr w:type="spellStart"/>
    <w:r w:rsidRPr="00D1079B">
      <w:rPr>
        <w:color w:val="595959"/>
        <w:sz w:val="16"/>
        <w:szCs w:val="16"/>
        <w:lang w:val="en-US"/>
      </w:rPr>
      <w:t>Unicredit</w:t>
    </w:r>
    <w:proofErr w:type="spellEnd"/>
    <w:r w:rsidRPr="00D1079B">
      <w:rPr>
        <w:color w:val="595959"/>
        <w:sz w:val="16"/>
        <w:szCs w:val="16"/>
        <w:lang w:val="en-US"/>
      </w:rPr>
      <w:t xml:space="preserve">: IBAN: </w:t>
    </w:r>
    <w:r w:rsidR="00D1079B">
      <w:rPr>
        <w:color w:val="595959"/>
        <w:sz w:val="16"/>
        <w:szCs w:val="16"/>
        <w:lang w:val="en-US"/>
      </w:rPr>
      <w:t xml:space="preserve">IT 35 J 02008 05181 000400164414 </w:t>
    </w:r>
    <w:r w:rsidRPr="00D1079B">
      <w:rPr>
        <w:color w:val="595959"/>
        <w:sz w:val="16"/>
        <w:szCs w:val="16"/>
        <w:lang w:val="en-US"/>
      </w:rPr>
      <w:t xml:space="preserve">- BIC/SWIFT: </w:t>
    </w:r>
    <w:r w:rsidR="00D1079B" w:rsidRPr="00D1079B">
      <w:rPr>
        <w:rFonts w:cs="Arial"/>
        <w:color w:val="3D3D3D"/>
        <w:sz w:val="16"/>
        <w:szCs w:val="16"/>
        <w:lang w:val="en-US"/>
      </w:rPr>
      <w:t>UNCRITM1B44</w:t>
    </w:r>
  </w:p>
  <w:p w14:paraId="6F8D1B68" w14:textId="77777777" w:rsidR="001A1C98" w:rsidRDefault="001A1C98" w:rsidP="001A1C98">
    <w:pPr>
      <w:jc w:val="right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Pagina </w:t>
    </w:r>
    <w:r w:rsidRPr="001A1C98">
      <w:rPr>
        <w:color w:val="595959"/>
        <w:sz w:val="16"/>
        <w:szCs w:val="16"/>
      </w:rPr>
      <w:fldChar w:fldCharType="begin"/>
    </w:r>
    <w:r w:rsidRPr="001A1C98">
      <w:rPr>
        <w:color w:val="595959"/>
        <w:sz w:val="16"/>
        <w:szCs w:val="16"/>
      </w:rPr>
      <w:instrText>PAGE   \* MERGEFORMAT</w:instrText>
    </w:r>
    <w:r w:rsidRPr="001A1C98">
      <w:rPr>
        <w:color w:val="595959"/>
        <w:sz w:val="16"/>
        <w:szCs w:val="16"/>
      </w:rPr>
      <w:fldChar w:fldCharType="separate"/>
    </w:r>
    <w:r w:rsidR="009A271C">
      <w:rPr>
        <w:noProof/>
        <w:color w:val="595959"/>
        <w:sz w:val="16"/>
        <w:szCs w:val="16"/>
      </w:rPr>
      <w:t>2</w:t>
    </w:r>
    <w:r w:rsidRPr="001A1C98">
      <w:rPr>
        <w:color w:val="595959"/>
        <w:sz w:val="16"/>
        <w:szCs w:val="16"/>
      </w:rPr>
      <w:fldChar w:fldCharType="end"/>
    </w:r>
    <w:r>
      <w:rPr>
        <w:color w:val="595959"/>
        <w:sz w:val="16"/>
        <w:szCs w:val="16"/>
      </w:rPr>
      <w:t xml:space="preserve"> di </w:t>
    </w:r>
    <w:r>
      <w:rPr>
        <w:color w:val="595959"/>
        <w:sz w:val="16"/>
        <w:szCs w:val="16"/>
      </w:rPr>
      <w:fldChar w:fldCharType="begin"/>
    </w:r>
    <w:r>
      <w:rPr>
        <w:color w:val="595959"/>
        <w:sz w:val="16"/>
        <w:szCs w:val="16"/>
      </w:rPr>
      <w:instrText xml:space="preserve"> NUMPAGES   \* MERGEFORMAT </w:instrText>
    </w:r>
    <w:r>
      <w:rPr>
        <w:color w:val="595959"/>
        <w:sz w:val="16"/>
        <w:szCs w:val="16"/>
      </w:rPr>
      <w:fldChar w:fldCharType="separate"/>
    </w:r>
    <w:r w:rsidR="009A271C">
      <w:rPr>
        <w:noProof/>
        <w:color w:val="595959"/>
        <w:sz w:val="16"/>
        <w:szCs w:val="16"/>
      </w:rPr>
      <w:t>2</w:t>
    </w:r>
    <w:r>
      <w:rPr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36D17" w14:textId="77777777" w:rsidR="005E3306" w:rsidRDefault="005E3306">
      <w:r>
        <w:separator/>
      </w:r>
    </w:p>
  </w:footnote>
  <w:footnote w:type="continuationSeparator" w:id="0">
    <w:p w14:paraId="24326A07" w14:textId="77777777" w:rsidR="005E3306" w:rsidRDefault="005E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5B51" w14:textId="77777777" w:rsidR="00E13C71" w:rsidRDefault="00523CBD" w:rsidP="00523CBD">
    <w:r>
      <w:tab/>
    </w:r>
    <w:r>
      <w:tab/>
    </w:r>
  </w:p>
  <w:p w14:paraId="0A7DF437" w14:textId="77777777" w:rsidR="0075207B" w:rsidRDefault="00E16E23" w:rsidP="00523CBD">
    <w:r>
      <w:rPr>
        <w:noProof/>
      </w:rPr>
      <w:drawing>
        <wp:anchor distT="0" distB="0" distL="114300" distR="114300" simplePos="0" relativeHeight="251657728" behindDoc="0" locked="0" layoutInCell="1" allowOverlap="1" wp14:anchorId="435D1FC7" wp14:editId="6698F978">
          <wp:simplePos x="0" y="0"/>
          <wp:positionH relativeFrom="column">
            <wp:posOffset>97155</wp:posOffset>
          </wp:positionH>
          <wp:positionV relativeFrom="paragraph">
            <wp:posOffset>20320</wp:posOffset>
          </wp:positionV>
          <wp:extent cx="590550" cy="1005840"/>
          <wp:effectExtent l="0" t="0" r="0" b="0"/>
          <wp:wrapSquare wrapText="bothSides"/>
          <wp:docPr id="5" name="Immagine 2" descr="immagine irifor ridott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 irifor ridott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A7E4" w14:textId="77777777" w:rsidR="00E13C71" w:rsidRDefault="00E13C71" w:rsidP="00523CBD"/>
  <w:p w14:paraId="564B9B5C" w14:textId="77777777" w:rsidR="00CE7800" w:rsidRDefault="00E16E23" w:rsidP="00E13C71">
    <w:pPr>
      <w:jc w:val="center"/>
    </w:pPr>
    <w:r>
      <w:rPr>
        <w:noProof/>
      </w:rPr>
      <w:drawing>
        <wp:inline distT="0" distB="0" distL="0" distR="0" wp14:anchorId="15A76B2E" wp14:editId="52C77D7B">
          <wp:extent cx="1821180" cy="411480"/>
          <wp:effectExtent l="0" t="0" r="0" b="0"/>
          <wp:docPr id="1" name="Immagine 1" descr="logirif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irif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9407D7" w14:textId="77777777"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color w:val="auto"/>
      </w:rPr>
    </w:pPr>
    <w:r w:rsidRPr="00523CBD">
      <w:rPr>
        <w:color w:val="auto"/>
      </w:rPr>
      <w:t>Istituto per la Ricerca la Formazione e la Riabilitazione</w:t>
    </w:r>
  </w:p>
  <w:p w14:paraId="22FDA0C5" w14:textId="77777777" w:rsidR="00523CBD" w:rsidRPr="00741FF9" w:rsidRDefault="00C151F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b/>
        <w:bCs/>
        <w:color w:val="auto"/>
        <w:sz w:val="18"/>
      </w:rPr>
    </w:pPr>
    <w:r>
      <w:rPr>
        <w:b/>
        <w:bCs/>
        <w:color w:val="auto"/>
        <w:sz w:val="18"/>
      </w:rPr>
      <w:t>ONLUS</w:t>
    </w:r>
  </w:p>
  <w:p w14:paraId="770D5AFD" w14:textId="77777777" w:rsidR="00523CBD" w:rsidRDefault="00523CBD" w:rsidP="00523CBD">
    <w:pPr>
      <w:pBdr>
        <w:bottom w:val="single" w:sz="12" w:space="1" w:color="FF0000"/>
      </w:pBdr>
      <w:ind w:left="1276" w:right="1417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40285"/>
    <w:multiLevelType w:val="hybridMultilevel"/>
    <w:tmpl w:val="CB7C0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9F6611"/>
    <w:multiLevelType w:val="hybridMultilevel"/>
    <w:tmpl w:val="CBEEFD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102AB"/>
    <w:multiLevelType w:val="multilevel"/>
    <w:tmpl w:val="FF46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550"/>
    <w:rsid w:val="000045C0"/>
    <w:rsid w:val="00023E9A"/>
    <w:rsid w:val="000340CC"/>
    <w:rsid w:val="0005799F"/>
    <w:rsid w:val="000A5ED9"/>
    <w:rsid w:val="000B59E6"/>
    <w:rsid w:val="000C679F"/>
    <w:rsid w:val="00114BD4"/>
    <w:rsid w:val="00130085"/>
    <w:rsid w:val="00147AAF"/>
    <w:rsid w:val="0018053B"/>
    <w:rsid w:val="00183F4F"/>
    <w:rsid w:val="001957D2"/>
    <w:rsid w:val="001A1C98"/>
    <w:rsid w:val="001B71DB"/>
    <w:rsid w:val="001C3756"/>
    <w:rsid w:val="001F04F3"/>
    <w:rsid w:val="001F37C4"/>
    <w:rsid w:val="0020012B"/>
    <w:rsid w:val="002069E8"/>
    <w:rsid w:val="0021143A"/>
    <w:rsid w:val="0024752F"/>
    <w:rsid w:val="00282332"/>
    <w:rsid w:val="00295179"/>
    <w:rsid w:val="002C054F"/>
    <w:rsid w:val="002D1460"/>
    <w:rsid w:val="002F10C2"/>
    <w:rsid w:val="0030009C"/>
    <w:rsid w:val="0032188C"/>
    <w:rsid w:val="00337E8D"/>
    <w:rsid w:val="00376746"/>
    <w:rsid w:val="003857AE"/>
    <w:rsid w:val="003A5458"/>
    <w:rsid w:val="003E0611"/>
    <w:rsid w:val="003E1191"/>
    <w:rsid w:val="003E1E19"/>
    <w:rsid w:val="003E4CF9"/>
    <w:rsid w:val="00400FF5"/>
    <w:rsid w:val="00485D1E"/>
    <w:rsid w:val="004A4CA2"/>
    <w:rsid w:val="004B1F67"/>
    <w:rsid w:val="004B6C6E"/>
    <w:rsid w:val="004C0BCF"/>
    <w:rsid w:val="004D20E5"/>
    <w:rsid w:val="004D2ED9"/>
    <w:rsid w:val="004E3DF6"/>
    <w:rsid w:val="004F3110"/>
    <w:rsid w:val="004F6222"/>
    <w:rsid w:val="00500651"/>
    <w:rsid w:val="00510A9B"/>
    <w:rsid w:val="005150A0"/>
    <w:rsid w:val="00523CBD"/>
    <w:rsid w:val="00531722"/>
    <w:rsid w:val="005879F3"/>
    <w:rsid w:val="00592FDD"/>
    <w:rsid w:val="005D2446"/>
    <w:rsid w:val="005D5934"/>
    <w:rsid w:val="005E3306"/>
    <w:rsid w:val="005F1F16"/>
    <w:rsid w:val="005F56BD"/>
    <w:rsid w:val="006028D8"/>
    <w:rsid w:val="0064785C"/>
    <w:rsid w:val="00650472"/>
    <w:rsid w:val="006529F5"/>
    <w:rsid w:val="00655EB3"/>
    <w:rsid w:val="0067534C"/>
    <w:rsid w:val="006773C4"/>
    <w:rsid w:val="006779E3"/>
    <w:rsid w:val="006E1A22"/>
    <w:rsid w:val="007013C7"/>
    <w:rsid w:val="00713550"/>
    <w:rsid w:val="00737446"/>
    <w:rsid w:val="00741FF9"/>
    <w:rsid w:val="00747072"/>
    <w:rsid w:val="007472D7"/>
    <w:rsid w:val="0075207B"/>
    <w:rsid w:val="00757754"/>
    <w:rsid w:val="007923E9"/>
    <w:rsid w:val="00796608"/>
    <w:rsid w:val="007A07BB"/>
    <w:rsid w:val="007B3D70"/>
    <w:rsid w:val="00811B87"/>
    <w:rsid w:val="00813FA4"/>
    <w:rsid w:val="00815D3A"/>
    <w:rsid w:val="00816BC2"/>
    <w:rsid w:val="00854D1A"/>
    <w:rsid w:val="008579FC"/>
    <w:rsid w:val="00884A96"/>
    <w:rsid w:val="008923A8"/>
    <w:rsid w:val="00896443"/>
    <w:rsid w:val="008A6F24"/>
    <w:rsid w:val="008B3800"/>
    <w:rsid w:val="008E05C1"/>
    <w:rsid w:val="0091457C"/>
    <w:rsid w:val="009154E4"/>
    <w:rsid w:val="009458E6"/>
    <w:rsid w:val="0094637A"/>
    <w:rsid w:val="009A271C"/>
    <w:rsid w:val="009A7A4E"/>
    <w:rsid w:val="009B0833"/>
    <w:rsid w:val="009B7E76"/>
    <w:rsid w:val="009C3F1C"/>
    <w:rsid w:val="009D5466"/>
    <w:rsid w:val="009E5A0D"/>
    <w:rsid w:val="009E7CDF"/>
    <w:rsid w:val="00A0330C"/>
    <w:rsid w:val="00A058B7"/>
    <w:rsid w:val="00A22367"/>
    <w:rsid w:val="00A226AA"/>
    <w:rsid w:val="00A2360F"/>
    <w:rsid w:val="00A2434B"/>
    <w:rsid w:val="00A25CDA"/>
    <w:rsid w:val="00A27EFF"/>
    <w:rsid w:val="00A31819"/>
    <w:rsid w:val="00A33C5B"/>
    <w:rsid w:val="00A3454F"/>
    <w:rsid w:val="00A77C20"/>
    <w:rsid w:val="00A918AF"/>
    <w:rsid w:val="00A92808"/>
    <w:rsid w:val="00A93DFB"/>
    <w:rsid w:val="00A9541D"/>
    <w:rsid w:val="00AE2C64"/>
    <w:rsid w:val="00B50342"/>
    <w:rsid w:val="00B77763"/>
    <w:rsid w:val="00B945D4"/>
    <w:rsid w:val="00BA093B"/>
    <w:rsid w:val="00BA739E"/>
    <w:rsid w:val="00BD14FC"/>
    <w:rsid w:val="00C02A97"/>
    <w:rsid w:val="00C151FD"/>
    <w:rsid w:val="00C20762"/>
    <w:rsid w:val="00C324B5"/>
    <w:rsid w:val="00C329A1"/>
    <w:rsid w:val="00C36D53"/>
    <w:rsid w:val="00C40FF7"/>
    <w:rsid w:val="00C43414"/>
    <w:rsid w:val="00C52D6A"/>
    <w:rsid w:val="00C5672F"/>
    <w:rsid w:val="00C6160E"/>
    <w:rsid w:val="00C74DAF"/>
    <w:rsid w:val="00C92BD5"/>
    <w:rsid w:val="00C95B07"/>
    <w:rsid w:val="00CA4927"/>
    <w:rsid w:val="00CB022D"/>
    <w:rsid w:val="00CB2C15"/>
    <w:rsid w:val="00CD5700"/>
    <w:rsid w:val="00CD7AFF"/>
    <w:rsid w:val="00CE2441"/>
    <w:rsid w:val="00CE7800"/>
    <w:rsid w:val="00D00F91"/>
    <w:rsid w:val="00D01215"/>
    <w:rsid w:val="00D1079B"/>
    <w:rsid w:val="00D12EB4"/>
    <w:rsid w:val="00D201A1"/>
    <w:rsid w:val="00D206D7"/>
    <w:rsid w:val="00D24F35"/>
    <w:rsid w:val="00D70B5B"/>
    <w:rsid w:val="00D720C3"/>
    <w:rsid w:val="00D7310F"/>
    <w:rsid w:val="00D754B3"/>
    <w:rsid w:val="00D93EAE"/>
    <w:rsid w:val="00DA5FDA"/>
    <w:rsid w:val="00DF2730"/>
    <w:rsid w:val="00DF4366"/>
    <w:rsid w:val="00E044AC"/>
    <w:rsid w:val="00E13C71"/>
    <w:rsid w:val="00E1617B"/>
    <w:rsid w:val="00E16E23"/>
    <w:rsid w:val="00E4285F"/>
    <w:rsid w:val="00EA4210"/>
    <w:rsid w:val="00EB245C"/>
    <w:rsid w:val="00EC755B"/>
    <w:rsid w:val="00ED3783"/>
    <w:rsid w:val="00EE72C4"/>
    <w:rsid w:val="00F00877"/>
    <w:rsid w:val="00F43D94"/>
    <w:rsid w:val="00F5246B"/>
    <w:rsid w:val="00F74AC0"/>
    <w:rsid w:val="00F74D99"/>
    <w:rsid w:val="00F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3B8081"/>
  <w15:docId w15:val="{B180F3CF-31B4-446B-B63C-66EA14D6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3F1C"/>
    <w:rPr>
      <w:rFonts w:ascii="Arial" w:hAnsi="Arial"/>
    </w:rPr>
  </w:style>
  <w:style w:type="paragraph" w:styleId="Titolo1">
    <w:name w:val="heading 1"/>
    <w:basedOn w:val="Normale"/>
    <w:next w:val="Normal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table" w:styleId="Grigliatabella">
    <w:name w:val="Table Grid"/>
    <w:basedOn w:val="Tabellanormale"/>
    <w:uiPriority w:val="59"/>
    <w:rsid w:val="000A5ED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2">
    <w:name w:val="Light Shading Accent 2"/>
    <w:basedOn w:val="Tabellanormale"/>
    <w:uiPriority w:val="60"/>
    <w:rsid w:val="00592FD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A271C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rsid w:val="009A271C"/>
    <w:rPr>
      <w:rFonts w:ascii="Courier New" w:hAnsi="Courier New" w:cs="Courier New"/>
    </w:rPr>
  </w:style>
  <w:style w:type="paragraph" w:styleId="Paragrafoelenco">
    <w:name w:val="List Paragraph"/>
    <w:basedOn w:val="Normale"/>
    <w:uiPriority w:val="34"/>
    <w:qFormat/>
    <w:rsid w:val="009A271C"/>
    <w:pPr>
      <w:ind w:left="720"/>
    </w:pPr>
    <w:rPr>
      <w:rFonts w:ascii="Times New Roman" w:eastAsia="Calibri" w:hAnsi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6F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943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4420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7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56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43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7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29232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centroletorr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chivio@irifor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a.liberti\AppData\Local\Microsoft\Windows\Temporary%20Internet%20Files\Content.Outlook\XGGSFWIQ\IRIFOR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866FC-F65A-4067-BE73-201ED816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IRIFOR - Carta intestata.dotx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QUINT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Liberti</dc:creator>
  <cp:keywords>Documento</cp:keywords>
  <cp:lastModifiedBy>Carmela Zappullo</cp:lastModifiedBy>
  <cp:revision>2</cp:revision>
  <cp:lastPrinted>2019-12-11T07:52:00Z</cp:lastPrinted>
  <dcterms:created xsi:type="dcterms:W3CDTF">2022-03-18T10:33:00Z</dcterms:created>
  <dcterms:modified xsi:type="dcterms:W3CDTF">2022-03-18T10:33:00Z</dcterms:modified>
</cp:coreProperties>
</file>