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3276D" w14:textId="0A01C5C9" w:rsidR="001E3906" w:rsidRPr="003D0082" w:rsidRDefault="00A10290" w:rsidP="00A10290">
      <w:pPr>
        <w:ind w:left="567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Protocollo 418 del 14/03/2022</w:t>
      </w:r>
    </w:p>
    <w:p w14:paraId="78308201" w14:textId="77777777" w:rsidR="00A10290" w:rsidRDefault="00A10290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</w:p>
    <w:p w14:paraId="6EEC75C8" w14:textId="010D5989" w:rsidR="001E3906" w:rsidRPr="003D0082" w:rsidRDefault="001E3906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D0082">
        <w:rPr>
          <w:rFonts w:ascii="Times New Roman" w:hAnsi="Times New Roman"/>
          <w:b/>
          <w:sz w:val="24"/>
          <w:szCs w:val="24"/>
        </w:rPr>
        <w:t xml:space="preserve">COMUNICATO I.Ri.Fo.R. N.  </w:t>
      </w:r>
      <w:r w:rsidR="00A10290">
        <w:rPr>
          <w:rFonts w:ascii="Times New Roman" w:hAnsi="Times New Roman"/>
          <w:b/>
          <w:sz w:val="24"/>
          <w:szCs w:val="24"/>
        </w:rPr>
        <w:t>7</w:t>
      </w:r>
    </w:p>
    <w:p w14:paraId="006F7D29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i/>
          <w:sz w:val="24"/>
          <w:szCs w:val="24"/>
        </w:rPr>
      </w:pPr>
      <w:r w:rsidRPr="003D0082">
        <w:rPr>
          <w:rFonts w:ascii="Times New Roman" w:hAnsi="Times New Roman"/>
          <w:i/>
          <w:iCs/>
          <w:sz w:val="24"/>
          <w:szCs w:val="24"/>
        </w:rPr>
        <w:t xml:space="preserve">Questo comunicato è </w:t>
      </w:r>
      <w:r w:rsidRPr="003D0082">
        <w:rPr>
          <w:rFonts w:ascii="Times New Roman" w:hAnsi="Times New Roman"/>
          <w:bCs/>
          <w:i/>
          <w:sz w:val="24"/>
          <w:szCs w:val="24"/>
        </w:rPr>
        <w:t xml:space="preserve">presente in forma digitale sul sito internet </w:t>
      </w:r>
      <w:hyperlink r:id="rId8" w:history="1">
        <w:r w:rsidRPr="003D0082">
          <w:rPr>
            <w:rStyle w:val="Collegamentoipertestuale"/>
            <w:rFonts w:ascii="Times New Roman" w:hAnsi="Times New Roman"/>
            <w:i/>
          </w:rPr>
          <w:t>http://www.irifor.eu</w:t>
        </w:r>
      </w:hyperlink>
      <w:r w:rsidRPr="003D0082">
        <w:rPr>
          <w:rFonts w:ascii="Times New Roman" w:hAnsi="Times New Roman"/>
          <w:i/>
          <w:sz w:val="24"/>
          <w:szCs w:val="24"/>
        </w:rPr>
        <w:t>/</w:t>
      </w:r>
    </w:p>
    <w:p w14:paraId="502138FA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93B9AC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2F46BB2D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47876FF5" w14:textId="77777777" w:rsidR="001E3906" w:rsidRPr="009B2F87" w:rsidRDefault="001E3906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D0082">
        <w:rPr>
          <w:rFonts w:ascii="Times New Roman" w:hAnsi="Times New Roman"/>
          <w:b/>
          <w:bCs/>
          <w:sz w:val="24"/>
          <w:szCs w:val="24"/>
        </w:rPr>
        <w:t>OGGETTO:</w:t>
      </w:r>
      <w:r w:rsidRPr="003D0082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69311326"/>
      <w:r w:rsidRPr="003D0082">
        <w:rPr>
          <w:rFonts w:ascii="Times New Roman" w:hAnsi="Times New Roman"/>
          <w:bCs/>
          <w:sz w:val="24"/>
          <w:szCs w:val="24"/>
        </w:rPr>
        <w:t xml:space="preserve">Soggiorno estivo </w:t>
      </w:r>
      <w:r w:rsidRPr="003D0082">
        <w:rPr>
          <w:rFonts w:ascii="Times New Roman" w:hAnsi="Times New Roman"/>
          <w:sz w:val="24"/>
          <w:szCs w:val="24"/>
        </w:rPr>
        <w:t>nazionale cani guida</w:t>
      </w:r>
      <w:r w:rsidRPr="003D0082">
        <w:rPr>
          <w:rFonts w:ascii="Times New Roman" w:hAnsi="Times New Roman"/>
          <w:b/>
          <w:sz w:val="24"/>
          <w:szCs w:val="24"/>
        </w:rPr>
        <w:t xml:space="preserve"> “Insieme sullo Stretto” </w:t>
      </w:r>
      <w:r w:rsidR="009B2F87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9B2F87" w:rsidRPr="009B2F87">
        <w:rPr>
          <w:rFonts w:ascii="Times New Roman" w:hAnsi="Times New Roman"/>
          <w:b/>
          <w:bCs/>
          <w:sz w:val="24"/>
          <w:szCs w:val="24"/>
          <w:u w:val="single"/>
        </w:rPr>
        <w:t>Messina, 2</w:t>
      </w:r>
      <w:r w:rsidR="00EA6D70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9B2F87" w:rsidRPr="009B2F87">
        <w:rPr>
          <w:rFonts w:ascii="Times New Roman" w:hAnsi="Times New Roman"/>
          <w:b/>
          <w:bCs/>
          <w:sz w:val="24"/>
          <w:szCs w:val="24"/>
          <w:u w:val="single"/>
        </w:rPr>
        <w:t xml:space="preserve"> Giugno</w:t>
      </w:r>
      <w:r w:rsidR="00F17A51">
        <w:rPr>
          <w:rFonts w:ascii="Times New Roman" w:hAnsi="Times New Roman"/>
          <w:b/>
          <w:bCs/>
          <w:sz w:val="24"/>
          <w:szCs w:val="24"/>
          <w:u w:val="single"/>
        </w:rPr>
        <w:t xml:space="preserve"> – 3 Luglio</w:t>
      </w:r>
      <w:r w:rsidR="009B2F87" w:rsidRPr="009B2F87">
        <w:rPr>
          <w:rFonts w:ascii="Times New Roman" w:hAnsi="Times New Roman"/>
          <w:b/>
          <w:bCs/>
          <w:sz w:val="24"/>
          <w:szCs w:val="24"/>
          <w:u w:val="single"/>
        </w:rPr>
        <w:t xml:space="preserve"> 2022</w:t>
      </w:r>
    </w:p>
    <w:bookmarkEnd w:id="1"/>
    <w:p w14:paraId="31DEF634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</w:p>
    <w:p w14:paraId="5197E774" w14:textId="77777777" w:rsidR="001E3906" w:rsidRPr="003D0082" w:rsidRDefault="000F15F8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1E3906" w:rsidRPr="003D0082">
        <w:rPr>
          <w:rFonts w:ascii="Times New Roman" w:hAnsi="Times New Roman"/>
          <w:sz w:val="24"/>
          <w:szCs w:val="24"/>
        </w:rPr>
        <w:t>’I.Ri.Fo.R. Nazionale, anche quest’anno,</w:t>
      </w:r>
      <w:r w:rsidR="001E3906" w:rsidRPr="003D0082">
        <w:rPr>
          <w:rFonts w:ascii="Times New Roman" w:hAnsi="Times New Roman"/>
          <w:color w:val="373737"/>
          <w:sz w:val="24"/>
          <w:szCs w:val="24"/>
          <w:shd w:val="clear" w:color="auto" w:fill="FFFFFF"/>
        </w:rPr>
        <w:t xml:space="preserve"> in collaborazione con la Scuola Cani Guida per Ciechi e Polo Nazionale per l’Autonomia “Centro Helen Keller” di Messina</w:t>
      </w:r>
      <w:r w:rsidR="001E3906" w:rsidRPr="003D0082">
        <w:rPr>
          <w:rFonts w:ascii="Times New Roman" w:hAnsi="Times New Roman"/>
          <w:sz w:val="24"/>
          <w:szCs w:val="24"/>
        </w:rPr>
        <w:t>, promuove e sostiene il Soggiorno estivo dal titolo “Insieme sullo Stretto”.</w:t>
      </w:r>
    </w:p>
    <w:p w14:paraId="4B9740AE" w14:textId="77777777" w:rsidR="001E3906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D0082">
        <w:rPr>
          <w:rFonts w:ascii="Times New Roman" w:hAnsi="Times New Roman"/>
          <w:sz w:val="24"/>
          <w:szCs w:val="24"/>
          <w:shd w:val="clear" w:color="auto" w:fill="FFFFFF"/>
        </w:rPr>
        <w:t>L’iniziativa è rivolta a persone con disabilità visiva che si avvalgono del Cane Guida e a quanti desiderano approfondire la conoscenza di questa modalità di mobilità come opportunità di autonomia e indipendenza personale.</w:t>
      </w:r>
    </w:p>
    <w:p w14:paraId="04993080" w14:textId="77777777" w:rsid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3E65773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9B2F87">
        <w:rPr>
          <w:rFonts w:ascii="Times New Roman" w:hAnsi="Times New Roman"/>
          <w:b/>
          <w:sz w:val="24"/>
          <w:szCs w:val="24"/>
        </w:rPr>
        <w:t xml:space="preserve">1– </w:t>
      </w:r>
      <w:r w:rsidR="00D66FEA" w:rsidRPr="009B2F87">
        <w:rPr>
          <w:rFonts w:ascii="Times New Roman" w:hAnsi="Times New Roman"/>
          <w:b/>
          <w:sz w:val="24"/>
          <w:szCs w:val="24"/>
        </w:rPr>
        <w:t>Pr</w:t>
      </w:r>
      <w:r w:rsidR="00D66FEA">
        <w:rPr>
          <w:rFonts w:ascii="Times New Roman" w:hAnsi="Times New Roman"/>
          <w:b/>
          <w:sz w:val="24"/>
          <w:szCs w:val="24"/>
        </w:rPr>
        <w:t>esentazione d</w:t>
      </w:r>
      <w:r w:rsidR="000F15F8">
        <w:rPr>
          <w:rFonts w:ascii="Times New Roman" w:hAnsi="Times New Roman"/>
          <w:b/>
          <w:sz w:val="24"/>
          <w:szCs w:val="24"/>
        </w:rPr>
        <w:t>ell’E</w:t>
      </w:r>
      <w:r w:rsidR="00D66FEA" w:rsidRPr="009B2F87">
        <w:rPr>
          <w:rFonts w:ascii="Times New Roman" w:hAnsi="Times New Roman"/>
          <w:b/>
          <w:sz w:val="24"/>
          <w:szCs w:val="24"/>
        </w:rPr>
        <w:t>nte</w:t>
      </w:r>
    </w:p>
    <w:p w14:paraId="36B58C0D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 xml:space="preserve">Il Centro Regionale Helen Keller dell’Unione Italiana dei Ciechi e degli Ipovedenti, Polo Nazionale per l’Autonomia, delle persone non vedenti e ipovedenti, istituito a Messina con legge regionale 30 aprile 2001 n° 4, ha come obiettivo primario quello di elevare il livello di autonomia, e di recupero socio – lavorativo delle persone non vedenti e ipovedenti di ogni età, sviluppandone al massimo le capacità e le abilità per l’autogestione personale in qualsiasi ambiente interno ed esterno. </w:t>
      </w:r>
    </w:p>
    <w:p w14:paraId="6DCAAE2E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La scuola</w:t>
      </w:r>
      <w:r>
        <w:rPr>
          <w:rFonts w:ascii="Times New Roman" w:hAnsi="Times New Roman"/>
          <w:sz w:val="24"/>
          <w:szCs w:val="24"/>
        </w:rPr>
        <w:t>,</w:t>
      </w:r>
      <w:r w:rsidRPr="009B2F87">
        <w:rPr>
          <w:rFonts w:ascii="Times New Roman" w:hAnsi="Times New Roman"/>
          <w:sz w:val="24"/>
          <w:szCs w:val="24"/>
        </w:rPr>
        <w:t xml:space="preserve"> situata nella parte collinare della città di Messina</w:t>
      </w:r>
      <w:r>
        <w:rPr>
          <w:rFonts w:ascii="Times New Roman" w:hAnsi="Times New Roman"/>
          <w:sz w:val="24"/>
          <w:szCs w:val="24"/>
        </w:rPr>
        <w:t>,</w:t>
      </w:r>
      <w:r w:rsidRPr="009B2F87">
        <w:rPr>
          <w:rFonts w:ascii="Times New Roman" w:hAnsi="Times New Roman"/>
          <w:sz w:val="24"/>
          <w:szCs w:val="24"/>
        </w:rPr>
        <w:t xml:space="preserve"> gode di ampi spazi interni ed esterni. Oggi il Centro continua con orgoglio, competenza e pa</w:t>
      </w:r>
      <w:r>
        <w:rPr>
          <w:rFonts w:ascii="Times New Roman" w:hAnsi="Times New Roman"/>
          <w:sz w:val="24"/>
          <w:szCs w:val="24"/>
        </w:rPr>
        <w:t>ssione a erogare diversi sevizi.</w:t>
      </w:r>
    </w:p>
    <w:p w14:paraId="1389044A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La struttura è organizzata secondo un modello integrato che ricomprende le</w:t>
      </w:r>
      <w:r w:rsidR="00EE5AE5">
        <w:rPr>
          <w:rFonts w:ascii="Times New Roman" w:hAnsi="Times New Roman"/>
          <w:sz w:val="24"/>
          <w:szCs w:val="24"/>
        </w:rPr>
        <w:t xml:space="preserve"> </w:t>
      </w:r>
      <w:r w:rsidRPr="009B2F87">
        <w:rPr>
          <w:rFonts w:ascii="Times New Roman" w:hAnsi="Times New Roman"/>
          <w:sz w:val="24"/>
          <w:szCs w:val="24"/>
        </w:rPr>
        <w:t>sotto</w:t>
      </w:r>
      <w:r w:rsidR="00EE5AE5">
        <w:rPr>
          <w:rFonts w:ascii="Times New Roman" w:hAnsi="Times New Roman"/>
          <w:sz w:val="24"/>
          <w:szCs w:val="24"/>
        </w:rPr>
        <w:t>i</w:t>
      </w:r>
      <w:r w:rsidRPr="009B2F87">
        <w:rPr>
          <w:rFonts w:ascii="Times New Roman" w:hAnsi="Times New Roman"/>
          <w:sz w:val="24"/>
          <w:szCs w:val="24"/>
        </w:rPr>
        <w:t>ndicate aree di azione:</w:t>
      </w:r>
    </w:p>
    <w:p w14:paraId="0A763BD1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■ Scuola Cani Guida per Ciechi</w:t>
      </w:r>
    </w:p>
    <w:p w14:paraId="74E1657D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■ Corsi di addestramento cani guida per ciechi</w:t>
      </w:r>
    </w:p>
    <w:p w14:paraId="05FF5ED4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■ Corsi riabilitativi individuali di orientamento e mobilità (O.M.) con l’ausilio del bastone bianco</w:t>
      </w:r>
    </w:p>
    <w:p w14:paraId="30E5AC94" w14:textId="77777777" w:rsidR="009B2F87" w:rsidRPr="009B2F87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■ Corsi individuali di autonomia personale (A.P.)</w:t>
      </w:r>
    </w:p>
    <w:p w14:paraId="761A8121" w14:textId="77777777" w:rsidR="009B2F87" w:rsidRPr="003D0082" w:rsidRDefault="009B2F87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■ Corsi di alfabetizzazione informatica fino al conseguimento della patente europea.</w:t>
      </w:r>
    </w:p>
    <w:p w14:paraId="71D8C73F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</w:rPr>
      </w:pPr>
    </w:p>
    <w:p w14:paraId="2460AA42" w14:textId="77777777" w:rsidR="001E3906" w:rsidRPr="003D0082" w:rsidRDefault="009B2F87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E3906" w:rsidRPr="003D0082">
        <w:rPr>
          <w:rFonts w:ascii="Times New Roman" w:hAnsi="Times New Roman"/>
          <w:b/>
          <w:sz w:val="24"/>
          <w:szCs w:val="24"/>
        </w:rPr>
        <w:t xml:space="preserve"> - Destinatari del soggiorno</w:t>
      </w:r>
    </w:p>
    <w:p w14:paraId="2B706EE2" w14:textId="77777777" w:rsidR="009B2F87" w:rsidRPr="009B2F87" w:rsidRDefault="009B2F87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 xml:space="preserve">Il progetto si rivolge a 12 </w:t>
      </w:r>
      <w:r w:rsidR="009B4883">
        <w:rPr>
          <w:rFonts w:ascii="Times New Roman" w:hAnsi="Times New Roman"/>
          <w:sz w:val="24"/>
          <w:szCs w:val="24"/>
        </w:rPr>
        <w:t xml:space="preserve">persone cieche e ipovedenti </w:t>
      </w:r>
      <w:r w:rsidRPr="009B2F87">
        <w:rPr>
          <w:rFonts w:ascii="Times New Roman" w:hAnsi="Times New Roman"/>
          <w:sz w:val="24"/>
          <w:szCs w:val="24"/>
        </w:rPr>
        <w:t>provenienti da tutta Italia:</w:t>
      </w:r>
    </w:p>
    <w:p w14:paraId="135AA3D4" w14:textId="77777777" w:rsidR="009B2F87" w:rsidRPr="009B2F87" w:rsidRDefault="009B2F87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-</w:t>
      </w:r>
      <w:r w:rsidRPr="009B2F87">
        <w:rPr>
          <w:rFonts w:ascii="Times New Roman" w:hAnsi="Times New Roman"/>
          <w:sz w:val="24"/>
          <w:szCs w:val="24"/>
        </w:rPr>
        <w:tab/>
        <w:t xml:space="preserve"> 8 utilizzatori di cani guida; </w:t>
      </w:r>
    </w:p>
    <w:p w14:paraId="174BB9AF" w14:textId="77777777" w:rsidR="009B2F87" w:rsidRPr="009B2F87" w:rsidRDefault="009B2F87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9B2F87">
        <w:rPr>
          <w:rFonts w:ascii="Times New Roman" w:hAnsi="Times New Roman"/>
          <w:sz w:val="24"/>
          <w:szCs w:val="24"/>
        </w:rPr>
        <w:t>-</w:t>
      </w:r>
      <w:r w:rsidRPr="009B2F87">
        <w:rPr>
          <w:rFonts w:ascii="Times New Roman" w:hAnsi="Times New Roman"/>
          <w:sz w:val="24"/>
          <w:szCs w:val="24"/>
        </w:rPr>
        <w:tab/>
        <w:t xml:space="preserve"> 4 utilizzatori di bastone bianco o con necessità di corsi </w:t>
      </w:r>
      <w:r w:rsidR="00D66FEA" w:rsidRPr="009B2F87">
        <w:rPr>
          <w:rFonts w:ascii="Times New Roman" w:hAnsi="Times New Roman"/>
          <w:sz w:val="24"/>
          <w:szCs w:val="24"/>
        </w:rPr>
        <w:t>individualizzati di</w:t>
      </w:r>
      <w:r w:rsidRPr="009B2F87">
        <w:rPr>
          <w:rFonts w:ascii="Times New Roman" w:hAnsi="Times New Roman"/>
          <w:sz w:val="24"/>
          <w:szCs w:val="24"/>
        </w:rPr>
        <w:t xml:space="preserve"> O/M e A/ P e A/D</w:t>
      </w:r>
      <w:r w:rsidR="00707041">
        <w:rPr>
          <w:rFonts w:ascii="Times New Roman" w:hAnsi="Times New Roman"/>
          <w:sz w:val="24"/>
          <w:szCs w:val="24"/>
        </w:rPr>
        <w:t>.</w:t>
      </w:r>
    </w:p>
    <w:p w14:paraId="4F1F34DB" w14:textId="77777777" w:rsid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7B3B9DEE" w14:textId="7C0A05F0" w:rsidR="009B2F87" w:rsidRDefault="0055358E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9B2F87" w:rsidRPr="009B2F87">
        <w:rPr>
          <w:rFonts w:ascii="Times New Roman" w:hAnsi="Times New Roman"/>
          <w:sz w:val="24"/>
          <w:szCs w:val="24"/>
        </w:rPr>
        <w:t xml:space="preserve"> 12 partecipanti usufruiranno comunque delle attività di A/P e autonomia domestica.</w:t>
      </w:r>
    </w:p>
    <w:p w14:paraId="3926B4A3" w14:textId="77777777" w:rsidR="009B2F87" w:rsidRDefault="009B2F87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1CECB0C0" w14:textId="77777777" w:rsidR="001E3906" w:rsidRPr="003D0082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E3906" w:rsidRPr="003D0082">
        <w:rPr>
          <w:rFonts w:ascii="Times New Roman" w:hAnsi="Times New Roman"/>
          <w:b/>
          <w:sz w:val="24"/>
          <w:szCs w:val="24"/>
        </w:rPr>
        <w:t xml:space="preserve"> - Obiettivi del soggiorno</w:t>
      </w:r>
    </w:p>
    <w:p w14:paraId="3F457FEE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lastRenderedPageBreak/>
        <w:t>Autonomia personale e orientamento e mobilità restano gli obiettivi principali dei percorsi proposti dal progetto, in un quadro generale che mira a potenziare e migliorare i requisiti e le capacità dell’utente, con particolare riferimento all’uso del cane guida e del bastone bianco.</w:t>
      </w:r>
    </w:p>
    <w:p w14:paraId="6849A08E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In particolare</w:t>
      </w:r>
      <w:r>
        <w:rPr>
          <w:rFonts w:ascii="Times New Roman" w:hAnsi="Times New Roman"/>
          <w:sz w:val="24"/>
          <w:szCs w:val="24"/>
        </w:rPr>
        <w:t>:</w:t>
      </w:r>
    </w:p>
    <w:p w14:paraId="6BA15248" w14:textId="2834F2C2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•</w:t>
      </w:r>
      <w:r w:rsidRPr="00D66FEA">
        <w:rPr>
          <w:rFonts w:ascii="Times New Roman" w:hAnsi="Times New Roman"/>
          <w:sz w:val="24"/>
          <w:szCs w:val="24"/>
        </w:rPr>
        <w:tab/>
        <w:t>Esercitare e affinare le abilità e le capacità di orientamento e mobilità in ambiente interno ed esterno, con l’ausilio sia del cane guida</w:t>
      </w:r>
      <w:r w:rsidR="0055358E">
        <w:rPr>
          <w:rFonts w:ascii="Times New Roman" w:hAnsi="Times New Roman"/>
          <w:sz w:val="24"/>
          <w:szCs w:val="24"/>
        </w:rPr>
        <w:t>,</w:t>
      </w:r>
      <w:r w:rsidRPr="00D66FEA">
        <w:rPr>
          <w:rFonts w:ascii="Times New Roman" w:hAnsi="Times New Roman"/>
          <w:sz w:val="24"/>
          <w:szCs w:val="24"/>
        </w:rPr>
        <w:t xml:space="preserve"> </w:t>
      </w:r>
      <w:r w:rsidR="0055358E">
        <w:rPr>
          <w:rFonts w:ascii="Times New Roman" w:hAnsi="Times New Roman"/>
          <w:sz w:val="24"/>
          <w:szCs w:val="24"/>
        </w:rPr>
        <w:t>sia</w:t>
      </w:r>
      <w:r w:rsidRPr="00D66FEA">
        <w:rPr>
          <w:rFonts w:ascii="Times New Roman" w:hAnsi="Times New Roman"/>
          <w:sz w:val="24"/>
          <w:szCs w:val="24"/>
        </w:rPr>
        <w:t xml:space="preserve"> del bastone bianco;</w:t>
      </w:r>
    </w:p>
    <w:p w14:paraId="26DE872C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•</w:t>
      </w:r>
      <w:r w:rsidRPr="00D66FEA">
        <w:rPr>
          <w:rFonts w:ascii="Times New Roman" w:hAnsi="Times New Roman"/>
          <w:sz w:val="24"/>
          <w:szCs w:val="24"/>
        </w:rPr>
        <w:tab/>
        <w:t>Verifica della corretta conduzione del cane in varie tipologie di percorso.</w:t>
      </w:r>
    </w:p>
    <w:p w14:paraId="41F475EE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•</w:t>
      </w:r>
      <w:r w:rsidRPr="00D66FEA">
        <w:rPr>
          <w:rFonts w:ascii="Times New Roman" w:hAnsi="Times New Roman"/>
          <w:sz w:val="24"/>
          <w:szCs w:val="24"/>
        </w:rPr>
        <w:tab/>
        <w:t>Verifica delle buone prassi per la gestione e la cura igienico sanitaria e alimentare del cane;</w:t>
      </w:r>
    </w:p>
    <w:p w14:paraId="5A5D0839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•</w:t>
      </w:r>
      <w:r w:rsidRPr="00D66FEA">
        <w:rPr>
          <w:rFonts w:ascii="Times New Roman" w:hAnsi="Times New Roman"/>
          <w:sz w:val="24"/>
          <w:szCs w:val="24"/>
        </w:rPr>
        <w:tab/>
        <w:t>Migliorare, ove necessario, l’interazione e l’empatia tra conduttore e cane, comprenderne i bisogni agevolando il benessere di entrambi.</w:t>
      </w:r>
    </w:p>
    <w:p w14:paraId="3E11479A" w14:textId="77777777" w:rsid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•</w:t>
      </w:r>
      <w:r w:rsidRPr="00D66FEA">
        <w:rPr>
          <w:rFonts w:ascii="Times New Roman" w:hAnsi="Times New Roman"/>
          <w:sz w:val="24"/>
          <w:szCs w:val="24"/>
        </w:rPr>
        <w:tab/>
        <w:t>Illustrare con esecuzioni pratiche le tecniche di autonomia personale, con riferimento all’ambito domestico e alla cura della persona.</w:t>
      </w:r>
    </w:p>
    <w:p w14:paraId="37F4B111" w14:textId="77777777" w:rsid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</w:p>
    <w:p w14:paraId="4139B603" w14:textId="77777777" w:rsidR="001E3906" w:rsidRPr="003D0082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E3906" w:rsidRPr="003D0082">
        <w:rPr>
          <w:rFonts w:ascii="Times New Roman" w:hAnsi="Times New Roman"/>
          <w:b/>
          <w:sz w:val="24"/>
          <w:szCs w:val="24"/>
        </w:rPr>
        <w:t xml:space="preserve"> - Attività</w:t>
      </w:r>
    </w:p>
    <w:p w14:paraId="5E086CF3" w14:textId="77777777" w:rsid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Per ciascuna delle aree tematiche di azione del progetto, gli obiettivi sopra individuati, saranno perseguiti, attraverso le attività di seguito indicate</w:t>
      </w:r>
      <w:r>
        <w:rPr>
          <w:rFonts w:ascii="Times New Roman" w:hAnsi="Times New Roman"/>
          <w:sz w:val="24"/>
          <w:szCs w:val="24"/>
        </w:rPr>
        <w:t>:</w:t>
      </w:r>
    </w:p>
    <w:p w14:paraId="04489AA5" w14:textId="77777777" w:rsid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706162C9" w14:textId="77777777" w:rsidR="00D66FEA" w:rsidRPr="00D66FEA" w:rsidRDefault="00D66FEA" w:rsidP="00C85838">
      <w:pPr>
        <w:pStyle w:val="Nessunaspaziatura"/>
        <w:numPr>
          <w:ilvl w:val="0"/>
          <w:numId w:val="17"/>
        </w:numPr>
        <w:ind w:left="567" w:right="567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D66FEA">
        <w:rPr>
          <w:rFonts w:ascii="Times New Roman" w:hAnsi="Times New Roman"/>
          <w:b/>
          <w:bCs/>
          <w:sz w:val="24"/>
          <w:szCs w:val="24"/>
        </w:rPr>
        <w:t>Orientamento e mobilità con l’ausilio del cane guida:</w:t>
      </w:r>
    </w:p>
    <w:p w14:paraId="6317B7B9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Esercizi di obbedienza, gioco, interazione con il cane;</w:t>
      </w:r>
    </w:p>
    <w:p w14:paraId="1FF0140B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Condotta con guida (esecuzione percorsi urbani e in ambienti interni)</w:t>
      </w:r>
    </w:p>
    <w:p w14:paraId="583DA9AF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Attraversamenti stradali</w:t>
      </w:r>
    </w:p>
    <w:p w14:paraId="50A3878C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Accesso ai luoghi aperti al pubblico</w:t>
      </w:r>
    </w:p>
    <w:p w14:paraId="2C93F20F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Accesso ai mezzi pubblici</w:t>
      </w:r>
    </w:p>
    <w:p w14:paraId="42B9E804" w14:textId="77777777" w:rsidR="00D66FEA" w:rsidRPr="00D66FEA" w:rsidRDefault="00D66FEA" w:rsidP="00C85838">
      <w:pPr>
        <w:pStyle w:val="Nessunaspaziatura"/>
        <w:numPr>
          <w:ilvl w:val="1"/>
          <w:numId w:val="17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Incontro con il medico veterinario finalizzato alla verifica della corretta cura igienico sanitaria e alimentare del cane.</w:t>
      </w:r>
    </w:p>
    <w:p w14:paraId="7106AEA0" w14:textId="77777777" w:rsidR="00D66FEA" w:rsidRPr="00D66FEA" w:rsidRDefault="00D66FEA" w:rsidP="00C85838">
      <w:pPr>
        <w:pStyle w:val="Nessunaspaziatura"/>
        <w:numPr>
          <w:ilvl w:val="0"/>
          <w:numId w:val="17"/>
        </w:numPr>
        <w:ind w:left="567" w:right="567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D66FEA">
        <w:rPr>
          <w:rFonts w:ascii="Times New Roman" w:hAnsi="Times New Roman"/>
          <w:b/>
          <w:bCs/>
          <w:sz w:val="24"/>
          <w:szCs w:val="24"/>
        </w:rPr>
        <w:t>Orientamento e mobilità con l’ausilio del bastone bianco:</w:t>
      </w:r>
    </w:p>
    <w:p w14:paraId="286633C7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Riconoscimento di suoni ambientali e tecniche di ascolto </w:t>
      </w:r>
    </w:p>
    <w:p w14:paraId="73DD1250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Raggiungimento di fonti sonore da luoghi e distanze differenti</w:t>
      </w:r>
    </w:p>
    <w:p w14:paraId="031469AC" w14:textId="7D70918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Verific</w:t>
      </w:r>
      <w:r w:rsidR="0055358E">
        <w:rPr>
          <w:rFonts w:ascii="Times New Roman" w:hAnsi="Times New Roman"/>
          <w:sz w:val="24"/>
          <w:szCs w:val="24"/>
        </w:rPr>
        <w:t>he</w:t>
      </w:r>
      <w:r w:rsidRPr="00D66FEA">
        <w:rPr>
          <w:rFonts w:ascii="Times New Roman" w:hAnsi="Times New Roman"/>
          <w:sz w:val="24"/>
          <w:szCs w:val="24"/>
        </w:rPr>
        <w:t xml:space="preserve"> tecniche dell’uso del bastone bianco</w:t>
      </w:r>
    </w:p>
    <w:p w14:paraId="4126A075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Esplorazione funzionale</w:t>
      </w:r>
    </w:p>
    <w:p w14:paraId="01E69275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Esplorazione di ambienti interni ed esterni</w:t>
      </w:r>
    </w:p>
    <w:p w14:paraId="058D56D8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Salire e scendere le scale</w:t>
      </w:r>
    </w:p>
    <w:p w14:paraId="1A4942C3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Attraversamenti stradali</w:t>
      </w:r>
    </w:p>
    <w:p w14:paraId="0792F658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Sono previsti test dimostrativi e di apprendimento del nuovo sistema ad alta tecnologia </w:t>
      </w:r>
      <w:proofErr w:type="spellStart"/>
      <w:r w:rsidRPr="00D66FEA">
        <w:rPr>
          <w:rFonts w:ascii="Times New Roman" w:hAnsi="Times New Roman"/>
          <w:sz w:val="24"/>
          <w:szCs w:val="24"/>
        </w:rPr>
        <w:t>LETIsmart</w:t>
      </w:r>
      <w:proofErr w:type="spellEnd"/>
    </w:p>
    <w:p w14:paraId="2C014B73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Acquisizione delle coordinate topografiche generali e della geografia del territorio</w:t>
      </w:r>
    </w:p>
    <w:p w14:paraId="48B842D2" w14:textId="77777777" w:rsidR="00D66FEA" w:rsidRPr="00D66FEA" w:rsidRDefault="00D66FEA" w:rsidP="00C85838">
      <w:pPr>
        <w:pStyle w:val="Nessunaspaziatura"/>
        <w:numPr>
          <w:ilvl w:val="0"/>
          <w:numId w:val="17"/>
        </w:numPr>
        <w:ind w:left="567" w:right="567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D66FEA">
        <w:rPr>
          <w:rFonts w:ascii="Times New Roman" w:hAnsi="Times New Roman"/>
          <w:b/>
          <w:bCs/>
          <w:sz w:val="24"/>
          <w:szCs w:val="24"/>
        </w:rPr>
        <w:t>Autonomia Personale:</w:t>
      </w:r>
    </w:p>
    <w:p w14:paraId="5FE851C9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Comportamento a tavola;</w:t>
      </w:r>
    </w:p>
    <w:p w14:paraId="6E9665EE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Preparazione di pasti per sé e per il gruppo;</w:t>
      </w:r>
    </w:p>
    <w:p w14:paraId="1AD15A78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Tecniche di cura della persona;</w:t>
      </w:r>
    </w:p>
    <w:p w14:paraId="6C885C92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Riconoscimento del denaro</w:t>
      </w:r>
    </w:p>
    <w:p w14:paraId="465448F8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2A803CB8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b/>
          <w:sz w:val="24"/>
          <w:szCs w:val="24"/>
        </w:rPr>
        <w:t>N.B.</w:t>
      </w:r>
      <w:r w:rsidRPr="00D66FEA">
        <w:rPr>
          <w:rFonts w:ascii="Times New Roman" w:hAnsi="Times New Roman"/>
          <w:sz w:val="24"/>
          <w:szCs w:val="24"/>
        </w:rPr>
        <w:t xml:space="preserve"> Per tutte le aree tematiche sopra elencate, sono previste attività di supporto psicologico dei partecipanti, svolte attraverso n. 3 incontri, individuali e di gruppo attraverso i quali l’utente avrà </w:t>
      </w:r>
      <w:r w:rsidRPr="00D66FEA">
        <w:rPr>
          <w:rFonts w:ascii="Times New Roman" w:hAnsi="Times New Roman"/>
          <w:sz w:val="24"/>
          <w:szCs w:val="24"/>
        </w:rPr>
        <w:lastRenderedPageBreak/>
        <w:t>modo di acquisire maggiore consapevolezza rispetto a diverse dimensioni di vita, e di condividere il proprio mondo emotivo ed esperienziale.</w:t>
      </w:r>
    </w:p>
    <w:p w14:paraId="14A62488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44D42609" w14:textId="77777777" w:rsidR="00D66FEA" w:rsidRPr="00D66FEA" w:rsidRDefault="00D66FEA" w:rsidP="00C85838">
      <w:pPr>
        <w:pStyle w:val="Nessunaspaziatura"/>
        <w:numPr>
          <w:ilvl w:val="0"/>
          <w:numId w:val="17"/>
        </w:numPr>
        <w:ind w:left="567" w:right="567" w:firstLine="0"/>
        <w:jc w:val="both"/>
        <w:rPr>
          <w:rFonts w:ascii="Times New Roman" w:hAnsi="Times New Roman"/>
          <w:b/>
          <w:sz w:val="24"/>
          <w:szCs w:val="24"/>
        </w:rPr>
      </w:pPr>
      <w:r w:rsidRPr="00D66FEA">
        <w:rPr>
          <w:rFonts w:ascii="Times New Roman" w:hAnsi="Times New Roman"/>
          <w:b/>
          <w:sz w:val="24"/>
          <w:szCs w:val="24"/>
        </w:rPr>
        <w:t>Attività aggiuntive:</w:t>
      </w:r>
    </w:p>
    <w:p w14:paraId="19C3FCB1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Nel corso del soggiorno, saranno realizzate le seguenti altre attività specifiche, nell’ambito delle quali verranno riproposti e praticati gli interventi didattici caratterizzanti il progetto: </w:t>
      </w:r>
    </w:p>
    <w:p w14:paraId="0EC1C87A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Attività Percorso avventura (presso </w:t>
      </w:r>
      <w:r w:rsidRPr="00D66FEA">
        <w:rPr>
          <w:rFonts w:ascii="Times New Roman" w:hAnsi="Times New Roman"/>
          <w:i/>
          <w:sz w:val="24"/>
          <w:szCs w:val="24"/>
        </w:rPr>
        <w:t>“Parco Avventura dei Peloritani”</w:t>
      </w:r>
      <w:r w:rsidRPr="00D66FEA">
        <w:rPr>
          <w:rFonts w:ascii="Times New Roman" w:hAnsi="Times New Roman"/>
          <w:sz w:val="24"/>
          <w:szCs w:val="24"/>
        </w:rPr>
        <w:t>, località Colli San Rizzo – MESSINA):</w:t>
      </w:r>
    </w:p>
    <w:p w14:paraId="3B34B04F" w14:textId="77777777" w:rsidR="00D66FEA" w:rsidRPr="00D66FEA" w:rsidRDefault="00C85838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Percorso tre</w:t>
      </w:r>
      <w:r w:rsidR="002C4D34">
        <w:rPr>
          <w:rFonts w:ascii="Times New Roman" w:hAnsi="Times New Roman"/>
          <w:sz w:val="24"/>
          <w:szCs w:val="24"/>
        </w:rPr>
        <w:t>k</w:t>
      </w:r>
      <w:r w:rsidR="00D66FEA" w:rsidRPr="00D66FEA">
        <w:rPr>
          <w:rFonts w:ascii="Times New Roman" w:hAnsi="Times New Roman"/>
          <w:sz w:val="24"/>
          <w:szCs w:val="24"/>
        </w:rPr>
        <w:t xml:space="preserve">king immerso nella natura da intraprendere insieme a </w:t>
      </w:r>
      <w:r w:rsidRPr="00D66FEA">
        <w:rPr>
          <w:rFonts w:ascii="Times New Roman" w:hAnsi="Times New Roman"/>
          <w:sz w:val="24"/>
          <w:szCs w:val="24"/>
        </w:rPr>
        <w:t>cani guida</w:t>
      </w:r>
      <w:r w:rsidR="00D66FEA" w:rsidRPr="00D66FEA">
        <w:rPr>
          <w:rFonts w:ascii="Times New Roman" w:hAnsi="Times New Roman"/>
          <w:sz w:val="24"/>
          <w:szCs w:val="24"/>
        </w:rPr>
        <w:t xml:space="preserve"> e con guide esperte con possibilità di pernottamento in tenda e grigliata sotto le stelle.</w:t>
      </w:r>
    </w:p>
    <w:p w14:paraId="6F5CA52E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Escursione sull’Etna: passeggiata su percorso fino a raggiungere alcuni crateri, esplorazione grotte, passegg</w:t>
      </w:r>
      <w:r w:rsidR="00C85838">
        <w:rPr>
          <w:rFonts w:ascii="Times New Roman" w:hAnsi="Times New Roman"/>
          <w:sz w:val="24"/>
          <w:szCs w:val="24"/>
        </w:rPr>
        <w:t xml:space="preserve">iata in Quad, passeggiata con i </w:t>
      </w:r>
      <w:r w:rsidRPr="00D66FEA">
        <w:rPr>
          <w:rFonts w:ascii="Times New Roman" w:hAnsi="Times New Roman"/>
          <w:sz w:val="24"/>
          <w:szCs w:val="24"/>
        </w:rPr>
        <w:t>lama.</w:t>
      </w:r>
    </w:p>
    <w:p w14:paraId="5039D7C9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Visita della città di Messina;</w:t>
      </w:r>
    </w:p>
    <w:p w14:paraId="56182072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>Traversata dello Stretto con visita a Scilla;</w:t>
      </w:r>
    </w:p>
    <w:p w14:paraId="76A19ADD" w14:textId="77777777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Attività balneare presso Lido con accesso consentito e con aree attrezzate dedicate ai cani (Lido </w:t>
      </w:r>
      <w:r w:rsidRPr="00D66FEA">
        <w:rPr>
          <w:rFonts w:ascii="Times New Roman" w:hAnsi="Times New Roman"/>
          <w:i/>
          <w:sz w:val="24"/>
          <w:szCs w:val="24"/>
        </w:rPr>
        <w:t>“Vengo anch’io”</w:t>
      </w:r>
      <w:r w:rsidRPr="00D66FEA">
        <w:rPr>
          <w:rFonts w:ascii="Times New Roman" w:hAnsi="Times New Roman"/>
          <w:sz w:val="24"/>
          <w:szCs w:val="24"/>
        </w:rPr>
        <w:t>, località Pace – MESSINA);</w:t>
      </w:r>
    </w:p>
    <w:p w14:paraId="30BF0E3E" w14:textId="753BDCCE" w:rsidR="00D66FEA" w:rsidRPr="00D66FEA" w:rsidRDefault="00D66FEA" w:rsidP="00C85838">
      <w:pPr>
        <w:pStyle w:val="Nessunaspaziatura"/>
        <w:numPr>
          <w:ilvl w:val="0"/>
          <w:numId w:val="18"/>
        </w:numPr>
        <w:ind w:left="567" w:right="567" w:firstLine="0"/>
        <w:jc w:val="both"/>
        <w:rPr>
          <w:rFonts w:ascii="Times New Roman" w:hAnsi="Times New Roman"/>
          <w:sz w:val="24"/>
          <w:szCs w:val="24"/>
        </w:rPr>
      </w:pPr>
      <w:r w:rsidRPr="00D66FEA">
        <w:rPr>
          <w:rFonts w:ascii="Times New Roman" w:hAnsi="Times New Roman"/>
          <w:sz w:val="24"/>
          <w:szCs w:val="24"/>
        </w:rPr>
        <w:t xml:space="preserve">Alcuni Pranzi/Cene presso la struttura del Centro Regionale Helen Keller </w:t>
      </w:r>
      <w:r w:rsidR="00543FFE">
        <w:rPr>
          <w:rFonts w:ascii="Times New Roman" w:hAnsi="Times New Roman"/>
          <w:sz w:val="24"/>
          <w:szCs w:val="24"/>
        </w:rPr>
        <w:t xml:space="preserve">con </w:t>
      </w:r>
      <w:r w:rsidRPr="00D66FEA">
        <w:rPr>
          <w:rFonts w:ascii="Times New Roman" w:hAnsi="Times New Roman"/>
          <w:sz w:val="24"/>
          <w:szCs w:val="24"/>
        </w:rPr>
        <w:t>prepara</w:t>
      </w:r>
      <w:r w:rsidR="00543FFE">
        <w:rPr>
          <w:rFonts w:ascii="Times New Roman" w:hAnsi="Times New Roman"/>
          <w:sz w:val="24"/>
          <w:szCs w:val="24"/>
        </w:rPr>
        <w:t xml:space="preserve">zione e cucina a cura </w:t>
      </w:r>
      <w:r w:rsidRPr="00D66FEA">
        <w:rPr>
          <w:rFonts w:ascii="Times New Roman" w:hAnsi="Times New Roman"/>
          <w:sz w:val="24"/>
          <w:szCs w:val="24"/>
        </w:rPr>
        <w:t>d</w:t>
      </w:r>
      <w:r w:rsidR="00543FFE">
        <w:rPr>
          <w:rFonts w:ascii="Times New Roman" w:hAnsi="Times New Roman"/>
          <w:sz w:val="24"/>
          <w:szCs w:val="24"/>
        </w:rPr>
        <w:t>e</w:t>
      </w:r>
      <w:r w:rsidRPr="00D66FEA">
        <w:rPr>
          <w:rFonts w:ascii="Times New Roman" w:hAnsi="Times New Roman"/>
          <w:sz w:val="24"/>
          <w:szCs w:val="24"/>
        </w:rPr>
        <w:t xml:space="preserve">i </w:t>
      </w:r>
      <w:r w:rsidR="00543FFE">
        <w:rPr>
          <w:rFonts w:ascii="Times New Roman" w:hAnsi="Times New Roman"/>
          <w:sz w:val="24"/>
          <w:szCs w:val="24"/>
        </w:rPr>
        <w:t>partecipanti</w:t>
      </w:r>
      <w:r w:rsidRPr="00D66FEA">
        <w:rPr>
          <w:rFonts w:ascii="Times New Roman" w:hAnsi="Times New Roman"/>
          <w:sz w:val="24"/>
          <w:szCs w:val="24"/>
        </w:rPr>
        <w:t>, con la supervisione degli istruttori).</w:t>
      </w:r>
    </w:p>
    <w:p w14:paraId="2C92210A" w14:textId="77777777" w:rsidR="00D66FEA" w:rsidRPr="00D66FEA" w:rsidRDefault="00D66FEA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7D0A3F2A" w14:textId="77777777" w:rsidR="001E3906" w:rsidRPr="003D0082" w:rsidRDefault="001E3906" w:rsidP="00C85838">
      <w:pPr>
        <w:pStyle w:val="Nessunaspaziatura"/>
        <w:ind w:left="567" w:right="567"/>
        <w:jc w:val="both"/>
        <w:rPr>
          <w:rFonts w:ascii="Times New Roman" w:hAnsi="Times New Roman"/>
          <w:sz w:val="20"/>
          <w:szCs w:val="20"/>
        </w:rPr>
      </w:pPr>
    </w:p>
    <w:p w14:paraId="0D2639DA" w14:textId="77777777" w:rsidR="001E3906" w:rsidRPr="003D0082" w:rsidRDefault="000A6C8B" w:rsidP="00C85838">
      <w:pPr>
        <w:pStyle w:val="Nessunaspaziatura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E3906" w:rsidRPr="003D0082">
        <w:rPr>
          <w:rFonts w:ascii="Times New Roman" w:hAnsi="Times New Roman"/>
          <w:b/>
          <w:sz w:val="24"/>
          <w:szCs w:val="24"/>
        </w:rPr>
        <w:t xml:space="preserve"> - Durata e periodo di svolgimento </w:t>
      </w:r>
    </w:p>
    <w:p w14:paraId="0E8622F6" w14:textId="77777777" w:rsidR="00D66FEA" w:rsidRPr="00D66FEA" w:rsidRDefault="00D66FEA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6FEA">
        <w:rPr>
          <w:rFonts w:ascii="Times New Roman" w:hAnsi="Times New Roman"/>
          <w:b/>
          <w:sz w:val="24"/>
          <w:szCs w:val="24"/>
          <w:u w:val="single"/>
        </w:rPr>
        <w:t>Il progetto si realizzerà nel</w:t>
      </w:r>
      <w:r w:rsidR="00161561">
        <w:rPr>
          <w:rFonts w:ascii="Times New Roman" w:hAnsi="Times New Roman"/>
          <w:b/>
          <w:sz w:val="24"/>
          <w:szCs w:val="24"/>
          <w:u w:val="single"/>
        </w:rPr>
        <w:t xml:space="preserve">l’ultima settimana </w:t>
      </w:r>
      <w:r w:rsidRPr="00D66FEA">
        <w:rPr>
          <w:rFonts w:ascii="Times New Roman" w:hAnsi="Times New Roman"/>
          <w:b/>
          <w:sz w:val="24"/>
          <w:szCs w:val="24"/>
          <w:u w:val="single"/>
        </w:rPr>
        <w:t>di giugno</w:t>
      </w:r>
      <w:r w:rsidR="00707B8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66FEA">
        <w:rPr>
          <w:rFonts w:ascii="Times New Roman" w:hAnsi="Times New Roman"/>
          <w:b/>
          <w:sz w:val="24"/>
          <w:szCs w:val="24"/>
          <w:u w:val="single"/>
        </w:rPr>
        <w:t xml:space="preserve">e avrà la durata di 8 giorni (7 notti) </w:t>
      </w:r>
    </w:p>
    <w:p w14:paraId="4AF7E4C6" w14:textId="77777777" w:rsidR="00D66FEA" w:rsidRDefault="00D66FEA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23105C9E" w14:textId="77777777" w:rsidR="001E3906" w:rsidRPr="003D0082" w:rsidRDefault="000A6C8B" w:rsidP="00C85838">
      <w:pPr>
        <w:ind w:left="567" w:right="56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6</w:t>
      </w:r>
      <w:r w:rsidR="001E3906" w:rsidRPr="003D0082">
        <w:rPr>
          <w:rFonts w:ascii="Times New Roman" w:hAnsi="Times New Roman"/>
          <w:b/>
          <w:bCs/>
          <w:iCs/>
          <w:sz w:val="24"/>
          <w:szCs w:val="24"/>
        </w:rPr>
        <w:t xml:space="preserve"> - Sede delle attività e residenzialità</w:t>
      </w:r>
    </w:p>
    <w:p w14:paraId="45BDE753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D0082">
        <w:rPr>
          <w:rFonts w:ascii="Times New Roman" w:hAnsi="Times New Roman"/>
          <w:sz w:val="24"/>
          <w:szCs w:val="24"/>
          <w:shd w:val="clear" w:color="auto" w:fill="FFFFFF"/>
        </w:rPr>
        <w:t>Le attività si svolgeranno presso la Scuola Cani Guida per Ciechi e Polo Nazionale per l’Autonomia “Centro Helen Keller” di Messina.</w:t>
      </w:r>
    </w:p>
    <w:p w14:paraId="21603166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D0082">
        <w:rPr>
          <w:rFonts w:ascii="Times New Roman" w:hAnsi="Times New Roman"/>
          <w:sz w:val="24"/>
          <w:szCs w:val="24"/>
          <w:shd w:val="clear" w:color="auto" w:fill="FFFFFF"/>
        </w:rPr>
        <w:t>I partecipanti alloggeranno presso l’</w:t>
      </w:r>
      <w:r w:rsidRPr="003D0082">
        <w:rPr>
          <w:rFonts w:ascii="Times New Roman" w:hAnsi="Times New Roman"/>
          <w:bCs/>
          <w:sz w:val="24"/>
          <w:szCs w:val="24"/>
        </w:rPr>
        <w:t>Hotel Royal Palace (Messina centro).</w:t>
      </w:r>
    </w:p>
    <w:p w14:paraId="0253CC28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</w:rPr>
      </w:pPr>
    </w:p>
    <w:p w14:paraId="63CBD38D" w14:textId="77777777" w:rsidR="001E3906" w:rsidRPr="003D0082" w:rsidRDefault="000A6C8B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E3906" w:rsidRPr="003D0082">
        <w:rPr>
          <w:rFonts w:ascii="Times New Roman" w:hAnsi="Times New Roman"/>
          <w:b/>
          <w:sz w:val="24"/>
          <w:szCs w:val="24"/>
        </w:rPr>
        <w:t xml:space="preserve"> - Figure professionali</w:t>
      </w:r>
    </w:p>
    <w:p w14:paraId="1D7FAAD5" w14:textId="77777777" w:rsidR="00C85838" w:rsidRPr="00C85838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85838">
        <w:rPr>
          <w:rFonts w:ascii="Times New Roman" w:hAnsi="Times New Roman"/>
          <w:sz w:val="24"/>
          <w:szCs w:val="24"/>
        </w:rPr>
        <w:t>Per l’attuazione del presente progetto, si prevedono le seguenti figure professionali:</w:t>
      </w:r>
    </w:p>
    <w:p w14:paraId="45C9795B" w14:textId="77777777" w:rsidR="00C85838" w:rsidRPr="00C85838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85838">
        <w:rPr>
          <w:rFonts w:ascii="Times New Roman" w:hAnsi="Times New Roman"/>
          <w:sz w:val="24"/>
          <w:szCs w:val="24"/>
        </w:rPr>
        <w:t xml:space="preserve">- n. 5 tecnici specializzati in addestramento del cane guida, Orientamento e Mobilità, Autonomia Personale e Domestica del Centro Regionale Helen Keller </w:t>
      </w:r>
    </w:p>
    <w:p w14:paraId="5D4178F0" w14:textId="77777777" w:rsidR="00C85838" w:rsidRPr="00C85838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85838">
        <w:rPr>
          <w:rFonts w:ascii="Times New Roman" w:hAnsi="Times New Roman"/>
          <w:sz w:val="24"/>
          <w:szCs w:val="24"/>
        </w:rPr>
        <w:t>- uno psicologo;</w:t>
      </w:r>
    </w:p>
    <w:p w14:paraId="33C98A12" w14:textId="77777777" w:rsidR="00C85838" w:rsidRPr="00C85838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85838">
        <w:rPr>
          <w:rFonts w:ascii="Times New Roman" w:hAnsi="Times New Roman"/>
          <w:sz w:val="24"/>
          <w:szCs w:val="24"/>
        </w:rPr>
        <w:t>- un medico veterinario,</w:t>
      </w:r>
    </w:p>
    <w:p w14:paraId="55C2AA2E" w14:textId="77777777" w:rsidR="00C85838" w:rsidRPr="00C85838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85838">
        <w:rPr>
          <w:rFonts w:ascii="Times New Roman" w:hAnsi="Times New Roman"/>
          <w:sz w:val="24"/>
          <w:szCs w:val="24"/>
        </w:rPr>
        <w:t>- Assistenti;</w:t>
      </w:r>
    </w:p>
    <w:p w14:paraId="28079827" w14:textId="77777777" w:rsidR="001E3906" w:rsidRDefault="00C85838" w:rsidP="00C85838">
      <w:pPr>
        <w:pStyle w:val="Nessunaspaziatura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Esperto del sistema </w:t>
      </w:r>
      <w:proofErr w:type="spellStart"/>
      <w:r>
        <w:rPr>
          <w:rFonts w:ascii="Times New Roman" w:hAnsi="Times New Roman"/>
          <w:sz w:val="24"/>
          <w:szCs w:val="24"/>
        </w:rPr>
        <w:t>L</w:t>
      </w:r>
      <w:r w:rsidRPr="00C85838">
        <w:rPr>
          <w:rFonts w:ascii="Times New Roman" w:hAnsi="Times New Roman"/>
          <w:sz w:val="24"/>
          <w:szCs w:val="24"/>
        </w:rPr>
        <w:t>etismart</w:t>
      </w:r>
      <w:proofErr w:type="spellEnd"/>
    </w:p>
    <w:p w14:paraId="4664EA28" w14:textId="77777777" w:rsidR="00C85838" w:rsidRPr="003D0082" w:rsidRDefault="00C85838" w:rsidP="00C85838">
      <w:pPr>
        <w:pStyle w:val="Nessunaspaziatura"/>
        <w:ind w:left="567" w:right="567"/>
        <w:jc w:val="both"/>
        <w:rPr>
          <w:rFonts w:ascii="Times New Roman" w:hAnsi="Times New Roman"/>
        </w:rPr>
      </w:pPr>
    </w:p>
    <w:p w14:paraId="2877E024" w14:textId="77777777" w:rsidR="001E3906" w:rsidRPr="008C32FA" w:rsidRDefault="000A6C8B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8C32FA">
        <w:rPr>
          <w:rFonts w:ascii="Times New Roman" w:hAnsi="Times New Roman"/>
          <w:b/>
          <w:sz w:val="24"/>
          <w:szCs w:val="24"/>
        </w:rPr>
        <w:t>8</w:t>
      </w:r>
      <w:r w:rsidR="00EE5AE5" w:rsidRPr="008C32FA">
        <w:rPr>
          <w:rFonts w:ascii="Times New Roman" w:hAnsi="Times New Roman"/>
          <w:b/>
          <w:sz w:val="24"/>
          <w:szCs w:val="24"/>
        </w:rPr>
        <w:t xml:space="preserve"> </w:t>
      </w:r>
      <w:r w:rsidR="001E3906" w:rsidRPr="008C32FA">
        <w:rPr>
          <w:rFonts w:ascii="Times New Roman" w:hAnsi="Times New Roman"/>
          <w:b/>
          <w:sz w:val="24"/>
          <w:szCs w:val="24"/>
        </w:rPr>
        <w:t xml:space="preserve">- Quota di partecipazione </w:t>
      </w:r>
    </w:p>
    <w:p w14:paraId="19DE963A" w14:textId="77777777" w:rsidR="001E3906" w:rsidRPr="008C32FA" w:rsidRDefault="001E3906" w:rsidP="00C85838">
      <w:pPr>
        <w:ind w:left="567" w:right="567"/>
        <w:jc w:val="both"/>
        <w:rPr>
          <w:rFonts w:ascii="Times New Roman" w:hAnsi="Times New Roman"/>
          <w:bCs/>
          <w:sz w:val="24"/>
          <w:szCs w:val="24"/>
        </w:rPr>
      </w:pPr>
      <w:r w:rsidRPr="008C32FA">
        <w:rPr>
          <w:rFonts w:ascii="Times New Roman" w:hAnsi="Times New Roman"/>
          <w:bCs/>
          <w:sz w:val="24"/>
          <w:szCs w:val="24"/>
        </w:rPr>
        <w:t>Grazie al contributo di sostegno assicurato da I.Ri.Fo.R., la quota di partecipazione individuale è fissata in 650,00 Euro (seicentocinquanta/00) e comprenderà:</w:t>
      </w:r>
    </w:p>
    <w:p w14:paraId="0B35FE0C" w14:textId="77777777" w:rsidR="001E3906" w:rsidRPr="008C32FA" w:rsidRDefault="001E3906" w:rsidP="00C85838">
      <w:pPr>
        <w:ind w:left="567" w:right="567"/>
        <w:jc w:val="both"/>
        <w:rPr>
          <w:rFonts w:ascii="Times New Roman" w:hAnsi="Times New Roman"/>
          <w:bCs/>
          <w:sz w:val="24"/>
          <w:szCs w:val="24"/>
        </w:rPr>
      </w:pPr>
      <w:r w:rsidRPr="008C32FA">
        <w:rPr>
          <w:rFonts w:ascii="Times New Roman" w:hAnsi="Times New Roman"/>
          <w:bCs/>
          <w:sz w:val="24"/>
          <w:szCs w:val="24"/>
        </w:rPr>
        <w:t>- n.</w:t>
      </w:r>
      <w:r w:rsidR="002C4D34" w:rsidRPr="008C32FA">
        <w:rPr>
          <w:rFonts w:ascii="Times New Roman" w:hAnsi="Times New Roman"/>
          <w:bCs/>
          <w:sz w:val="24"/>
          <w:szCs w:val="24"/>
        </w:rPr>
        <w:t>8</w:t>
      </w:r>
      <w:r w:rsidRPr="008C32FA">
        <w:rPr>
          <w:rFonts w:ascii="Times New Roman" w:hAnsi="Times New Roman"/>
          <w:bCs/>
          <w:sz w:val="24"/>
          <w:szCs w:val="24"/>
        </w:rPr>
        <w:t xml:space="preserve"> pernottamenti in </w:t>
      </w:r>
      <w:r w:rsidRPr="008C32FA">
        <w:rPr>
          <w:rFonts w:ascii="Times New Roman" w:hAnsi="Times New Roman"/>
          <w:sz w:val="24"/>
          <w:szCs w:val="24"/>
        </w:rPr>
        <w:t>pensione completa e sistemazione in camere singole, biancheria da camera e da bagno, pulizie quotidiane;</w:t>
      </w:r>
    </w:p>
    <w:p w14:paraId="315FD712" w14:textId="77777777" w:rsidR="001E3906" w:rsidRPr="008C32FA" w:rsidRDefault="001E3906" w:rsidP="00C85838">
      <w:pPr>
        <w:ind w:left="567" w:right="567"/>
        <w:jc w:val="both"/>
        <w:rPr>
          <w:rFonts w:ascii="Times New Roman" w:hAnsi="Times New Roman"/>
          <w:bCs/>
          <w:sz w:val="24"/>
          <w:szCs w:val="24"/>
        </w:rPr>
      </w:pPr>
      <w:r w:rsidRPr="008C32FA">
        <w:rPr>
          <w:rFonts w:ascii="Times New Roman" w:hAnsi="Times New Roman"/>
          <w:sz w:val="24"/>
          <w:szCs w:val="24"/>
        </w:rPr>
        <w:t xml:space="preserve">- istruttori di cane guida e mobilità; </w:t>
      </w:r>
    </w:p>
    <w:p w14:paraId="44CA96AB" w14:textId="77777777" w:rsidR="001E3906" w:rsidRPr="008C32FA" w:rsidRDefault="001E3906" w:rsidP="00C85838">
      <w:pPr>
        <w:ind w:left="567" w:right="567"/>
        <w:jc w:val="both"/>
        <w:rPr>
          <w:rFonts w:ascii="Times New Roman" w:hAnsi="Times New Roman"/>
          <w:bCs/>
          <w:sz w:val="24"/>
          <w:szCs w:val="24"/>
        </w:rPr>
      </w:pPr>
      <w:r w:rsidRPr="008C32FA">
        <w:rPr>
          <w:rFonts w:ascii="Times New Roman" w:hAnsi="Times New Roman"/>
          <w:sz w:val="24"/>
          <w:szCs w:val="24"/>
        </w:rPr>
        <w:lastRenderedPageBreak/>
        <w:t>- trasferimento a/r Aeroporto Catania, Stazione Centrale FS Messina, Stazione marittima, attività e spostamenti locali.</w:t>
      </w:r>
    </w:p>
    <w:p w14:paraId="2B0302C0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  <w:color w:val="auto"/>
        </w:rPr>
        <w:t>La quota non comprende:</w:t>
      </w:r>
    </w:p>
    <w:p w14:paraId="2D8D576B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  <w:color w:val="auto"/>
        </w:rPr>
        <w:t>- le spese personali;</w:t>
      </w:r>
    </w:p>
    <w:p w14:paraId="225F6B48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  <w:color w:val="auto"/>
        </w:rPr>
        <w:t>- le spese di viaggio per raggiungere Messina</w:t>
      </w:r>
    </w:p>
    <w:p w14:paraId="41A3609A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  <w:color w:val="auto"/>
        </w:rPr>
        <w:t>- i costi delle escursioni</w:t>
      </w:r>
    </w:p>
    <w:p w14:paraId="33BDDDAC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  <w:color w:val="auto"/>
        </w:rPr>
        <w:t>La quota di partecipazione dovrà essere versata in due parti:</w:t>
      </w:r>
    </w:p>
    <w:p w14:paraId="15EDCE47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</w:rPr>
      </w:pPr>
      <w:r w:rsidRPr="008C32FA">
        <w:rPr>
          <w:rFonts w:ascii="Times New Roman" w:hAnsi="Times New Roman" w:cs="Times New Roman"/>
        </w:rPr>
        <w:t xml:space="preserve">a) entro il </w:t>
      </w:r>
      <w:r w:rsidR="00A232C2">
        <w:rPr>
          <w:rFonts w:ascii="Times New Roman" w:hAnsi="Times New Roman" w:cs="Times New Roman"/>
        </w:rPr>
        <w:t xml:space="preserve">30 </w:t>
      </w:r>
      <w:r w:rsidRPr="008C32FA">
        <w:rPr>
          <w:rFonts w:ascii="Times New Roman" w:hAnsi="Times New Roman" w:cs="Times New Roman"/>
        </w:rPr>
        <w:t xml:space="preserve">maggio, 250 Euro (duecentocinquanta), all’atto dell’iscrizione, con attestazione del versamento, da accludere al modulo di iscrizione; </w:t>
      </w:r>
    </w:p>
    <w:p w14:paraId="5F0F3582" w14:textId="77777777" w:rsidR="001E3906" w:rsidRPr="008C32FA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8C32FA">
        <w:rPr>
          <w:rFonts w:ascii="Times New Roman" w:hAnsi="Times New Roman" w:cs="Times New Roman"/>
        </w:rPr>
        <w:t>b) entro il 14 giugno, 400 Euro (quattrocento), a saldo.</w:t>
      </w:r>
    </w:p>
    <w:p w14:paraId="6584B383" w14:textId="77777777" w:rsidR="001E3906" w:rsidRPr="003D0082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</w:p>
    <w:p w14:paraId="2EE78906" w14:textId="77777777" w:rsidR="001E3906" w:rsidRPr="003D0082" w:rsidRDefault="000A6C8B" w:rsidP="00C85838">
      <w:pPr>
        <w:ind w:left="567" w:right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8</w:t>
      </w:r>
      <w:r w:rsidR="001E3906" w:rsidRPr="003D0082">
        <w:rPr>
          <w:rFonts w:ascii="Times New Roman" w:hAnsi="Times New Roman"/>
          <w:b/>
          <w:bCs/>
          <w:iCs/>
          <w:sz w:val="24"/>
          <w:szCs w:val="24"/>
        </w:rPr>
        <w:t>.1. - Modalità di Pagamento</w:t>
      </w:r>
    </w:p>
    <w:p w14:paraId="03807C42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3D0082">
        <w:rPr>
          <w:rFonts w:ascii="Times New Roman" w:hAnsi="Times New Roman"/>
          <w:sz w:val="24"/>
          <w:szCs w:val="24"/>
        </w:rPr>
        <w:t>Il versamento delle quote di partecipazione (anticipo e saldo), potrà essere effettuato tramite:</w:t>
      </w:r>
    </w:p>
    <w:p w14:paraId="732B919E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3D0082">
        <w:rPr>
          <w:rFonts w:ascii="Times New Roman" w:hAnsi="Times New Roman"/>
          <w:sz w:val="24"/>
          <w:szCs w:val="24"/>
        </w:rPr>
        <w:t>a) bonifico bancario (codice IBAN IT 35 J 02008 05181 000400164414)</w:t>
      </w:r>
    </w:p>
    <w:p w14:paraId="697E4997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3D0082">
        <w:rPr>
          <w:rFonts w:ascii="Times New Roman" w:hAnsi="Times New Roman"/>
          <w:sz w:val="24"/>
          <w:szCs w:val="24"/>
        </w:rPr>
        <w:t>b) bonifico postale (codice IBAN IT 15 H 07601 03200 000034340000)</w:t>
      </w:r>
    </w:p>
    <w:p w14:paraId="2CDA14FA" w14:textId="77777777" w:rsidR="001E3906" w:rsidRPr="003D0082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3D0082">
        <w:rPr>
          <w:rFonts w:ascii="Times New Roman" w:hAnsi="Times New Roman" w:cs="Times New Roman"/>
        </w:rPr>
        <w:t xml:space="preserve">c) Conto </w:t>
      </w:r>
      <w:proofErr w:type="spellStart"/>
      <w:r w:rsidRPr="003D0082">
        <w:rPr>
          <w:rFonts w:ascii="Times New Roman" w:hAnsi="Times New Roman" w:cs="Times New Roman"/>
        </w:rPr>
        <w:t>Paypal</w:t>
      </w:r>
      <w:proofErr w:type="spellEnd"/>
      <w:r w:rsidRPr="003D0082">
        <w:rPr>
          <w:rFonts w:ascii="Times New Roman" w:hAnsi="Times New Roman" w:cs="Times New Roman"/>
        </w:rPr>
        <w:t xml:space="preserve">: </w:t>
      </w:r>
      <w:hyperlink r:id="rId9" w:history="1">
        <w:r w:rsidRPr="003D0082">
          <w:rPr>
            <w:rStyle w:val="Collegamentoipertestuale"/>
            <w:rFonts w:ascii="Times New Roman" w:hAnsi="Times New Roman" w:cs="Times New Roman"/>
          </w:rPr>
          <w:t>pagamentipaypal@irifor.eu</w:t>
        </w:r>
      </w:hyperlink>
    </w:p>
    <w:p w14:paraId="45637C9B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color w:val="373737"/>
          <w:sz w:val="24"/>
          <w:szCs w:val="24"/>
        </w:rPr>
      </w:pPr>
    </w:p>
    <w:p w14:paraId="14B03295" w14:textId="77777777" w:rsidR="001E3906" w:rsidRPr="003D0082" w:rsidRDefault="000A6C8B" w:rsidP="00C85838">
      <w:pPr>
        <w:ind w:left="567" w:right="567"/>
        <w:jc w:val="both"/>
        <w:rPr>
          <w:rFonts w:ascii="Times New Roman" w:hAnsi="Times New Roman"/>
          <w:b/>
          <w:bCs/>
          <w:color w:val="373737"/>
          <w:sz w:val="24"/>
          <w:szCs w:val="24"/>
        </w:rPr>
      </w:pPr>
      <w:r>
        <w:rPr>
          <w:rFonts w:ascii="Times New Roman" w:hAnsi="Times New Roman"/>
          <w:b/>
          <w:bCs/>
          <w:color w:val="373737"/>
          <w:sz w:val="24"/>
          <w:szCs w:val="24"/>
        </w:rPr>
        <w:t>9</w:t>
      </w:r>
      <w:r w:rsidR="001E3906" w:rsidRPr="003D0082">
        <w:rPr>
          <w:rFonts w:ascii="Times New Roman" w:hAnsi="Times New Roman"/>
          <w:b/>
          <w:bCs/>
          <w:color w:val="373737"/>
          <w:sz w:val="24"/>
          <w:szCs w:val="24"/>
        </w:rPr>
        <w:t xml:space="preserve"> - Iscrizioni</w:t>
      </w:r>
    </w:p>
    <w:p w14:paraId="469143AA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color w:val="373737"/>
          <w:sz w:val="24"/>
          <w:szCs w:val="24"/>
        </w:rPr>
      </w:pPr>
      <w:r w:rsidRPr="003D0082">
        <w:rPr>
          <w:rFonts w:ascii="Times New Roman" w:hAnsi="Times New Roman"/>
          <w:color w:val="373737"/>
          <w:sz w:val="24"/>
          <w:szCs w:val="24"/>
        </w:rPr>
        <w:t xml:space="preserve">Le iscrizioni dovranno essere inviate entro il </w:t>
      </w:r>
      <w:r w:rsidR="00E77977" w:rsidRPr="00A241BD">
        <w:rPr>
          <w:rFonts w:ascii="Times New Roman" w:hAnsi="Times New Roman"/>
          <w:b/>
          <w:bCs/>
          <w:color w:val="373737"/>
          <w:sz w:val="24"/>
          <w:szCs w:val="24"/>
        </w:rPr>
        <w:t>30</w:t>
      </w:r>
      <w:r w:rsidR="00A241BD" w:rsidRPr="00A241BD">
        <w:rPr>
          <w:rFonts w:ascii="Times New Roman" w:hAnsi="Times New Roman"/>
          <w:b/>
          <w:bCs/>
          <w:color w:val="373737"/>
          <w:sz w:val="24"/>
          <w:szCs w:val="24"/>
        </w:rPr>
        <w:t xml:space="preserve"> </w:t>
      </w:r>
      <w:r w:rsidR="00C85838" w:rsidRPr="00A241BD">
        <w:rPr>
          <w:rFonts w:ascii="Times New Roman" w:hAnsi="Times New Roman"/>
          <w:b/>
          <w:bCs/>
          <w:color w:val="373737"/>
          <w:sz w:val="24"/>
          <w:szCs w:val="24"/>
        </w:rPr>
        <w:t>maggio 2022</w:t>
      </w:r>
      <w:r w:rsidR="00A241BD">
        <w:rPr>
          <w:rFonts w:ascii="Times New Roman" w:hAnsi="Times New Roman"/>
          <w:b/>
          <w:bCs/>
          <w:color w:val="373737"/>
          <w:sz w:val="24"/>
          <w:szCs w:val="24"/>
        </w:rPr>
        <w:t xml:space="preserve"> </w:t>
      </w:r>
      <w:r w:rsidR="00C85838">
        <w:rPr>
          <w:rFonts w:ascii="Times New Roman" w:hAnsi="Times New Roman"/>
          <w:color w:val="373737"/>
          <w:sz w:val="24"/>
          <w:szCs w:val="24"/>
        </w:rPr>
        <w:t xml:space="preserve">all’indirizzo </w:t>
      </w:r>
      <w:hyperlink r:id="rId10" w:history="1">
        <w:r w:rsidRPr="003D0082">
          <w:rPr>
            <w:rStyle w:val="Collegamentoipertestuale"/>
            <w:rFonts w:ascii="Times New Roman" w:hAnsi="Times New Roman"/>
          </w:rPr>
          <w:t>archivio@irifor.eu</w:t>
        </w:r>
      </w:hyperlink>
      <w:r w:rsidR="00E77977">
        <w:rPr>
          <w:rFonts w:ascii="Times New Roman" w:hAnsi="Times New Roman"/>
          <w:color w:val="373737"/>
          <w:sz w:val="24"/>
          <w:szCs w:val="24"/>
        </w:rPr>
        <w:t xml:space="preserve"> </w:t>
      </w:r>
      <w:r w:rsidRPr="003D0082">
        <w:rPr>
          <w:rFonts w:ascii="Times New Roman" w:hAnsi="Times New Roman"/>
          <w:color w:val="373737"/>
          <w:sz w:val="24"/>
          <w:szCs w:val="24"/>
        </w:rPr>
        <w:t xml:space="preserve">utilizzando il modulo allegato e accludendo attestazione del versamento dell’anticipo della quota pari a 250 Euro. </w:t>
      </w:r>
    </w:p>
    <w:p w14:paraId="4DDD99D0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3D0082">
        <w:rPr>
          <w:rFonts w:ascii="Times New Roman" w:hAnsi="Times New Roman"/>
          <w:color w:val="373737"/>
          <w:sz w:val="24"/>
          <w:szCs w:val="24"/>
        </w:rPr>
        <w:t xml:space="preserve">Le iscrizioni saranno accolte secondo l’ordine di arrivo. </w:t>
      </w:r>
      <w:r w:rsidRPr="003D0082">
        <w:rPr>
          <w:rFonts w:ascii="Times New Roman" w:hAnsi="Times New Roman"/>
          <w:sz w:val="24"/>
          <w:szCs w:val="24"/>
        </w:rPr>
        <w:t xml:space="preserve"> </w:t>
      </w:r>
    </w:p>
    <w:p w14:paraId="49629E39" w14:textId="77777777" w:rsidR="001E3906" w:rsidRPr="003D0082" w:rsidRDefault="001E3906" w:rsidP="00C85838">
      <w:pPr>
        <w:ind w:left="567" w:right="567"/>
        <w:jc w:val="both"/>
        <w:rPr>
          <w:rFonts w:ascii="Times New Roman" w:hAnsi="Times New Roman"/>
          <w:b/>
          <w:sz w:val="24"/>
          <w:szCs w:val="24"/>
        </w:rPr>
      </w:pPr>
    </w:p>
    <w:p w14:paraId="675CCC7E" w14:textId="77777777" w:rsidR="001E3906" w:rsidRPr="003D0082" w:rsidRDefault="00EE5AE5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Style w:val="Enfasigrassetto"/>
          <w:rFonts w:ascii="Times New Roman" w:hAnsi="Times New Roman" w:cs="Times New Roman"/>
          <w:color w:val="373737"/>
          <w:bdr w:val="none" w:sz="0" w:space="0" w:color="auto" w:frame="1"/>
        </w:rPr>
      </w:pPr>
      <w:r>
        <w:rPr>
          <w:rStyle w:val="Enfasigrassetto"/>
          <w:rFonts w:ascii="Times New Roman" w:hAnsi="Times New Roman" w:cs="Times New Roman"/>
          <w:color w:val="373737"/>
          <w:bdr w:val="none" w:sz="0" w:space="0" w:color="auto" w:frame="1"/>
        </w:rPr>
        <w:t>1</w:t>
      </w:r>
      <w:r w:rsidR="000A6C8B">
        <w:rPr>
          <w:rStyle w:val="Enfasigrassetto"/>
          <w:rFonts w:ascii="Times New Roman" w:hAnsi="Times New Roman" w:cs="Times New Roman"/>
          <w:color w:val="373737"/>
          <w:bdr w:val="none" w:sz="0" w:space="0" w:color="auto" w:frame="1"/>
        </w:rPr>
        <w:t>0</w:t>
      </w:r>
      <w:r>
        <w:rPr>
          <w:rStyle w:val="Enfasigrassetto"/>
          <w:rFonts w:ascii="Times New Roman" w:hAnsi="Times New Roman" w:cs="Times New Roman"/>
          <w:color w:val="373737"/>
          <w:bdr w:val="none" w:sz="0" w:space="0" w:color="auto" w:frame="1"/>
        </w:rPr>
        <w:t xml:space="preserve"> </w:t>
      </w:r>
      <w:r w:rsidR="001E3906" w:rsidRPr="003D0082">
        <w:rPr>
          <w:rStyle w:val="Enfasigrassetto"/>
          <w:rFonts w:ascii="Times New Roman" w:hAnsi="Times New Roman" w:cs="Times New Roman"/>
          <w:color w:val="373737"/>
          <w:bdr w:val="none" w:sz="0" w:space="0" w:color="auto" w:frame="1"/>
        </w:rPr>
        <w:t>- Informazioni e chiarimenti:</w:t>
      </w:r>
    </w:p>
    <w:p w14:paraId="6E1DEB2B" w14:textId="77777777" w:rsidR="001E3906" w:rsidRPr="002C4D34" w:rsidRDefault="00C85838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</w:rPr>
      </w:pPr>
      <w:r w:rsidRPr="002C4D34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</w:rPr>
        <w:t>Segreteria I.Ri.Fo</w:t>
      </w:r>
      <w:r w:rsidR="001E3906" w:rsidRPr="002C4D34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</w:rPr>
        <w:t>.R.:</w:t>
      </w:r>
    </w:p>
    <w:p w14:paraId="0CD3B1F5" w14:textId="77777777" w:rsidR="001E3906" w:rsidRPr="0055358E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</w:pPr>
      <w:r w:rsidRPr="0055358E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  <w:t xml:space="preserve">Email: </w:t>
      </w:r>
      <w:r w:rsidR="00C85838" w:rsidRPr="0055358E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  <w:t>segreteria.paladino</w:t>
      </w:r>
      <w:r w:rsidRPr="0055358E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  <w:t xml:space="preserve">@irifor.eu </w:t>
      </w:r>
    </w:p>
    <w:p w14:paraId="305EB5AF" w14:textId="77777777" w:rsidR="001E3906" w:rsidRPr="0055358E" w:rsidRDefault="00C85838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</w:pPr>
      <w:r w:rsidRPr="0055358E">
        <w:rPr>
          <w:rStyle w:val="Enfasigrassetto"/>
          <w:rFonts w:ascii="Times New Roman" w:hAnsi="Times New Roman" w:cs="Times New Roman"/>
          <w:b w:val="0"/>
          <w:color w:val="373737"/>
          <w:bdr w:val="none" w:sz="0" w:space="0" w:color="auto" w:frame="1"/>
          <w:lang w:val="en-US"/>
        </w:rPr>
        <w:t xml:space="preserve">Tel. 06 6998.8600 </w:t>
      </w:r>
    </w:p>
    <w:p w14:paraId="3C6CBE76" w14:textId="77777777" w:rsidR="001E3906" w:rsidRPr="0055358E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Style w:val="Enfasigrassetto"/>
          <w:rFonts w:ascii="Times New Roman" w:hAnsi="Times New Roman" w:cs="Times New Roman"/>
          <w:b w:val="0"/>
          <w:bCs w:val="0"/>
          <w:color w:val="373737"/>
          <w:bdr w:val="none" w:sz="0" w:space="0" w:color="auto" w:frame="1"/>
          <w:lang w:val="en-US"/>
        </w:rPr>
      </w:pPr>
    </w:p>
    <w:p w14:paraId="32D37E13" w14:textId="77777777" w:rsidR="001E3906" w:rsidRPr="003D0082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3D0082">
        <w:rPr>
          <w:rStyle w:val="Enfasigrassetto"/>
          <w:rFonts w:ascii="Times New Roman" w:hAnsi="Times New Roman" w:cs="Times New Roman"/>
          <w:b w:val="0"/>
          <w:bCs w:val="0"/>
          <w:color w:val="373737"/>
          <w:bdr w:val="none" w:sz="0" w:space="0" w:color="auto" w:frame="1"/>
        </w:rPr>
        <w:t>Scuola Cani Guida per Ciechi e Polo Nazionale per l’Autonomia “Helen Keller” di Messina</w:t>
      </w:r>
      <w:r w:rsidR="00C85838">
        <w:rPr>
          <w:rStyle w:val="Enfasigrassetto"/>
          <w:rFonts w:ascii="Times New Roman" w:hAnsi="Times New Roman" w:cs="Times New Roman"/>
          <w:b w:val="0"/>
          <w:bCs w:val="0"/>
          <w:color w:val="373737"/>
          <w:bdr w:val="none" w:sz="0" w:space="0" w:color="auto" w:frame="1"/>
        </w:rPr>
        <w:t>:</w:t>
      </w:r>
    </w:p>
    <w:p w14:paraId="76986422" w14:textId="77777777" w:rsidR="001E3906" w:rsidRPr="003D0082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373737"/>
        </w:rPr>
      </w:pPr>
      <w:r w:rsidRPr="003D0082">
        <w:rPr>
          <w:rFonts w:ascii="Times New Roman" w:hAnsi="Times New Roman" w:cs="Times New Roman"/>
          <w:color w:val="373737"/>
        </w:rPr>
        <w:t xml:space="preserve">e-mail: </w:t>
      </w:r>
      <w:hyperlink r:id="rId11" w:history="1">
        <w:r w:rsidRPr="003D0082">
          <w:rPr>
            <w:rStyle w:val="Collegamentoipertestuale"/>
            <w:rFonts w:ascii="Times New Roman" w:hAnsi="Times New Roman" w:cs="Times New Roman"/>
            <w:bdr w:val="none" w:sz="0" w:space="0" w:color="auto" w:frame="1"/>
          </w:rPr>
          <w:t>scuolacaniguida@centrohelenkellersicilia.it</w:t>
        </w:r>
      </w:hyperlink>
    </w:p>
    <w:p w14:paraId="4F466642" w14:textId="77777777" w:rsidR="001E3906" w:rsidRPr="003D0082" w:rsidRDefault="001E3906" w:rsidP="00C85838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textAlignment w:val="baseline"/>
        <w:rPr>
          <w:rFonts w:ascii="Times New Roman" w:hAnsi="Times New Roman" w:cs="Times New Roman"/>
          <w:color w:val="373737"/>
        </w:rPr>
      </w:pPr>
      <w:r w:rsidRPr="003D0082">
        <w:rPr>
          <w:rFonts w:ascii="Times New Roman" w:hAnsi="Times New Roman" w:cs="Times New Roman"/>
          <w:color w:val="373737"/>
        </w:rPr>
        <w:t>Tel. 090 896 6130.</w:t>
      </w:r>
    </w:p>
    <w:p w14:paraId="5ACDE032" w14:textId="77777777" w:rsidR="001E3906" w:rsidRPr="003D0082" w:rsidRDefault="001E3906" w:rsidP="001E3906">
      <w:pPr>
        <w:ind w:left="567" w:right="1417"/>
        <w:jc w:val="both"/>
        <w:rPr>
          <w:rFonts w:ascii="Times New Roman" w:hAnsi="Times New Roman"/>
          <w:sz w:val="24"/>
          <w:szCs w:val="24"/>
        </w:rPr>
      </w:pPr>
    </w:p>
    <w:p w14:paraId="271EBF6C" w14:textId="77777777" w:rsidR="00BE6CFA" w:rsidRDefault="001E3906" w:rsidP="001E3906">
      <w:pPr>
        <w:ind w:right="708" w:firstLine="5529"/>
        <w:jc w:val="right"/>
        <w:rPr>
          <w:rFonts w:ascii="Times New Roman" w:hAnsi="Times New Roman"/>
          <w:b/>
          <w:sz w:val="24"/>
          <w:szCs w:val="24"/>
        </w:rPr>
      </w:pPr>
      <w:r w:rsidRPr="003D0082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61A2633B" w14:textId="77777777" w:rsidR="001E3906" w:rsidRPr="003D0082" w:rsidRDefault="001E3906" w:rsidP="001E3906">
      <w:pPr>
        <w:ind w:right="708" w:firstLine="5529"/>
        <w:jc w:val="right"/>
        <w:rPr>
          <w:rFonts w:ascii="Times New Roman" w:hAnsi="Times New Roman"/>
          <w:sz w:val="24"/>
          <w:szCs w:val="24"/>
        </w:rPr>
      </w:pPr>
      <w:r w:rsidRPr="003D0082">
        <w:rPr>
          <w:rFonts w:ascii="Times New Roman" w:hAnsi="Times New Roman"/>
          <w:b/>
          <w:sz w:val="24"/>
          <w:szCs w:val="24"/>
        </w:rPr>
        <w:t xml:space="preserve"> </w:t>
      </w:r>
    </w:p>
    <w:p w14:paraId="2DC5B5D6" w14:textId="77777777" w:rsidR="001E3906" w:rsidRPr="003D0082" w:rsidRDefault="001E3906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4DD9FB2" w14:textId="77777777" w:rsidR="00C85838" w:rsidRDefault="00C85838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44380C" w14:textId="77777777" w:rsidR="00950046" w:rsidRDefault="00950046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526E9AA" w14:textId="77777777" w:rsidR="00C85838" w:rsidRDefault="00C85838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DF1FA2" w14:textId="77777777" w:rsidR="00950046" w:rsidRDefault="00950046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CD73E0" w14:textId="77777777" w:rsidR="001E3906" w:rsidRDefault="00C85838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MP/mp</w:t>
      </w:r>
    </w:p>
    <w:p w14:paraId="76E3331C" w14:textId="77777777" w:rsidR="00C57B9C" w:rsidRDefault="00C57B9C" w:rsidP="00C57B9C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      </w:t>
      </w:r>
      <w:r>
        <w:rPr>
          <w:rFonts w:ascii="Times New Roman" w:hAnsi="Times New Roman"/>
          <w:sz w:val="16"/>
        </w:rPr>
        <w:fldChar w:fldCharType="begin"/>
      </w:r>
      <w:r>
        <w:rPr>
          <w:rFonts w:ascii="Times New Roman" w:hAnsi="Times New Roman"/>
          <w:sz w:val="16"/>
        </w:rPr>
        <w:instrText xml:space="preserve"> FILENAME  \p </w:instrText>
      </w:r>
      <w:r>
        <w:rPr>
          <w:rFonts w:ascii="Times New Roman" w:hAnsi="Times New Roman"/>
          <w:sz w:val="16"/>
        </w:rPr>
        <w:fldChar w:fldCharType="separate"/>
      </w:r>
      <w:r w:rsidR="00DC3785">
        <w:rPr>
          <w:rFonts w:ascii="Times New Roman" w:hAnsi="Times New Roman"/>
          <w:noProof/>
          <w:sz w:val="16"/>
        </w:rPr>
        <w:t>S:\Irifor\Paladino M\Formazione\Cani guida 2022\Comunicato cani guida 2022.docx</w:t>
      </w:r>
      <w:r>
        <w:rPr>
          <w:rFonts w:ascii="Times New Roman" w:hAnsi="Times New Roman"/>
          <w:sz w:val="16"/>
        </w:rPr>
        <w:fldChar w:fldCharType="end"/>
      </w:r>
    </w:p>
    <w:p w14:paraId="052CB81B" w14:textId="77777777" w:rsidR="00C57B9C" w:rsidRPr="003D0082" w:rsidRDefault="00C57B9C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F9F8BE6" w14:textId="77777777" w:rsidR="00C85838" w:rsidRDefault="00C85838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6C6B0D9" w14:textId="77777777" w:rsidR="001E3906" w:rsidRPr="003D0082" w:rsidRDefault="00950046" w:rsidP="001E390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1E3906" w:rsidRPr="003D0082">
        <w:rPr>
          <w:rFonts w:ascii="Times New Roman" w:hAnsi="Times New Roman"/>
          <w:sz w:val="24"/>
          <w:szCs w:val="24"/>
        </w:rPr>
        <w:t>ll.1</w:t>
      </w:r>
    </w:p>
    <w:p w14:paraId="4F7B5ACF" w14:textId="77777777" w:rsidR="001E3906" w:rsidRPr="003D0082" w:rsidRDefault="001E3906" w:rsidP="001E3906">
      <w:pPr>
        <w:ind w:right="141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1E3906" w:rsidRPr="003D0082" w:rsidSect="00C329A1">
      <w:headerReference w:type="default" r:id="rId12"/>
      <w:footerReference w:type="default" r:id="rId13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28D31" w14:textId="77777777" w:rsidR="005A2926" w:rsidRDefault="005A2926">
      <w:r>
        <w:separator/>
      </w:r>
    </w:p>
  </w:endnote>
  <w:endnote w:type="continuationSeparator" w:id="0">
    <w:p w14:paraId="71B38D03" w14:textId="77777777" w:rsidR="005A2926" w:rsidRDefault="005A2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altName w:val="Arial"/>
    <w:charset w:val="00"/>
    <w:family w:val="swiss"/>
    <w:pitch w:val="variable"/>
    <w:sig w:usb0="20000287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0A58A" w14:textId="77777777"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947093" w:rsidRPr="00713550">
      <w:rPr>
        <w:b/>
        <w:noProof/>
        <w:color w:val="FF0000"/>
        <w:sz w:val="24"/>
        <w:szCs w:val="24"/>
      </w:rPr>
      <w:drawing>
        <wp:inline distT="0" distB="0" distL="0" distR="0" wp14:anchorId="032A80A5" wp14:editId="1095FA3C">
          <wp:extent cx="154305" cy="154305"/>
          <wp:effectExtent l="0" t="0" r="0" b="0"/>
          <wp:docPr id="3" name="Immagine 1" descr="C:\Users\mirko\AppData\Local\Microsoft\Windows\INetCache\Content.Word\icomoon-phone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mirko\AppData\Local\Microsoft\Windows\INetCache\Content.Word\icomoon-phone_16_0_ff0000_non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" cy="154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2A0728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 </w:t>
    </w:r>
    <w:r w:rsidR="00947093" w:rsidRPr="00713550">
      <w:rPr>
        <w:b/>
        <w:noProof/>
        <w:color w:val="FF0000"/>
        <w:sz w:val="24"/>
        <w:szCs w:val="24"/>
      </w:rPr>
      <w:drawing>
        <wp:inline distT="0" distB="0" distL="0" distR="0" wp14:anchorId="64AD7D6E" wp14:editId="6EB1C730">
          <wp:extent cx="154305" cy="149225"/>
          <wp:effectExtent l="0" t="0" r="0" b="0"/>
          <wp:docPr id="4" name="Immagine 15" descr="C:\Users\mirko\AppData\Local\Microsoft\Windows\INetCache\Content.Word\mfglabs-mail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C:\Users\mirko\AppData\Local\Microsoft\Windows\INetCache\Content.Word\mfglabs-mail_16_0_ff0000_non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4305" cy="14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2A0728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947093" w:rsidRPr="00713550">
      <w:rPr>
        <w:b/>
        <w:noProof/>
        <w:color w:val="595959"/>
        <w:sz w:val="24"/>
        <w:szCs w:val="24"/>
      </w:rPr>
      <w:drawing>
        <wp:inline distT="0" distB="0" distL="0" distR="0" wp14:anchorId="353381A9" wp14:editId="140208BD">
          <wp:extent cx="154305" cy="154305"/>
          <wp:effectExtent l="0" t="0" r="0" b="0"/>
          <wp:docPr id="5" name="Immagine 7" descr="C:\Users\mirko\AppData\Local\Microsoft\Windows\INetCache\Content.Word\lsf-web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mirko\AppData\Local\Microsoft\Windows\INetCache\Content.Word\lsf-web_16_0_ff0000_none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" cy="154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14:paraId="4B1B5D06" w14:textId="77777777" w:rsidR="001957D2" w:rsidRPr="00816BC2" w:rsidRDefault="001957D2" w:rsidP="004D2ED9">
    <w:pPr>
      <w:jc w:val="center"/>
      <w:rPr>
        <w:b/>
        <w:color w:val="595959"/>
      </w:rPr>
    </w:pPr>
  </w:p>
  <w:p w14:paraId="73CC8A5E" w14:textId="77777777"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14:paraId="08E5228D" w14:textId="77777777"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Pr="00A93DFB">
      <w:rPr>
        <w:color w:val="595959"/>
      </w:rPr>
      <w:sym w:font="Wingdings 2" w:char="F097"/>
    </w:r>
    <w:r w:rsidRPr="00A93DFB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14:paraId="596B2C00" w14:textId="77777777"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14:paraId="7F83DF5A" w14:textId="77777777"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14:paraId="011C7A5B" w14:textId="77777777"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14:paraId="3C8EB5DF" w14:textId="77777777"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BE6CFA">
      <w:rPr>
        <w:noProof/>
        <w:color w:val="595959"/>
        <w:sz w:val="16"/>
        <w:szCs w:val="16"/>
      </w:rPr>
      <w:t>2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BE6CFA">
      <w:rPr>
        <w:noProof/>
        <w:color w:val="595959"/>
        <w:sz w:val="16"/>
        <w:szCs w:val="16"/>
      </w:rPr>
      <w:t>4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23325" w14:textId="77777777" w:rsidR="005A2926" w:rsidRDefault="005A2926">
      <w:r>
        <w:separator/>
      </w:r>
    </w:p>
  </w:footnote>
  <w:footnote w:type="continuationSeparator" w:id="0">
    <w:p w14:paraId="21D02F6D" w14:textId="77777777" w:rsidR="005A2926" w:rsidRDefault="005A2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8D71" w14:textId="77777777" w:rsidR="00CE7800" w:rsidRDefault="00947093" w:rsidP="00523CBD">
    <w:r>
      <w:rPr>
        <w:noProof/>
      </w:rPr>
      <w:drawing>
        <wp:inline distT="0" distB="0" distL="0" distR="0" wp14:anchorId="1A541E96" wp14:editId="28260E80">
          <wp:extent cx="553720" cy="92900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929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3CBD">
      <w:tab/>
    </w:r>
    <w:r w:rsidR="00523CBD">
      <w:tab/>
    </w:r>
    <w:r w:rsidR="00523CBD">
      <w:tab/>
    </w:r>
    <w:r w:rsidR="00523CBD">
      <w:tab/>
    </w:r>
    <w:r w:rsidR="00523CBD">
      <w:tab/>
    </w:r>
    <w:r>
      <w:rPr>
        <w:noProof/>
      </w:rPr>
      <w:drawing>
        <wp:inline distT="0" distB="0" distL="0" distR="0" wp14:anchorId="57070C35" wp14:editId="446C2093">
          <wp:extent cx="1823720" cy="408940"/>
          <wp:effectExtent l="0" t="0" r="0" b="0"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4E078" w14:textId="77777777"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14:paraId="77F4532E" w14:textId="77777777"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Cs/>
        <w:color w:val="auto"/>
        <w:sz w:val="18"/>
      </w:rPr>
    </w:pPr>
    <w:r w:rsidRPr="00523CBD">
      <w:rPr>
        <w:bCs/>
        <w:color w:val="auto"/>
        <w:sz w:val="18"/>
      </w:rPr>
      <w:t>ONLUS</w:t>
    </w:r>
  </w:p>
  <w:p w14:paraId="7327F8BB" w14:textId="77777777"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764B9"/>
    <w:multiLevelType w:val="hybridMultilevel"/>
    <w:tmpl w:val="D0A284A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805FC2"/>
    <w:multiLevelType w:val="hybridMultilevel"/>
    <w:tmpl w:val="C8944840"/>
    <w:lvl w:ilvl="0" w:tplc="317E2842">
      <w:start w:val="2"/>
      <w:numFmt w:val="bullet"/>
      <w:lvlText w:val="-"/>
      <w:lvlJc w:val="left"/>
      <w:pPr>
        <w:ind w:left="720" w:hanging="360"/>
      </w:pPr>
      <w:rPr>
        <w:rFonts w:ascii="Century Schoolbook" w:eastAsia="Times New Roman" w:hAnsi="Century Schoolbook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D12"/>
    <w:multiLevelType w:val="hybridMultilevel"/>
    <w:tmpl w:val="C6C04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3A1A9E"/>
    <w:multiLevelType w:val="hybridMultilevel"/>
    <w:tmpl w:val="03BED71C"/>
    <w:lvl w:ilvl="0" w:tplc="0B20135E">
      <w:start w:val="1"/>
      <w:numFmt w:val="bullet"/>
      <w:lvlText w:val="-"/>
      <w:lvlJc w:val="left"/>
      <w:pPr>
        <w:ind w:left="720" w:hanging="360"/>
      </w:pPr>
      <w:rPr>
        <w:rFonts w:ascii="Century Schoolbook" w:eastAsia="Times New Roman" w:hAnsi="Century Schoolbook" w:cs="Times New Roman"/>
      </w:rPr>
    </w:lvl>
    <w:lvl w:ilvl="1" w:tplc="8292AAB2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2574"/>
    <w:multiLevelType w:val="hybridMultilevel"/>
    <w:tmpl w:val="037AA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C0233"/>
    <w:multiLevelType w:val="hybridMultilevel"/>
    <w:tmpl w:val="56EAC456"/>
    <w:lvl w:ilvl="0" w:tplc="B6C681D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A2510B4"/>
    <w:multiLevelType w:val="hybridMultilevel"/>
    <w:tmpl w:val="2B606D68"/>
    <w:lvl w:ilvl="0" w:tplc="EF04F726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 w:tplc="0788675C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A3A45776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A8ECEF1C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AA4820BC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4AF283DE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4B322E38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 w:tplc="7084FD1E">
      <w:start w:val="1"/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 w:tplc="24229DBC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 w15:restartNumberingAfterBreak="0">
    <w:nsid w:val="308E74D7"/>
    <w:multiLevelType w:val="hybridMultilevel"/>
    <w:tmpl w:val="7E74C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9163F"/>
    <w:multiLevelType w:val="hybridMultilevel"/>
    <w:tmpl w:val="0728F77E"/>
    <w:lvl w:ilvl="0" w:tplc="786AF8F8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477B55"/>
    <w:multiLevelType w:val="hybridMultilevel"/>
    <w:tmpl w:val="8E26EE2A"/>
    <w:lvl w:ilvl="0" w:tplc="3AF069CC"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4D0E86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BE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06DF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92FE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3083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A41F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FE90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C438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7F86C28"/>
    <w:multiLevelType w:val="hybridMultilevel"/>
    <w:tmpl w:val="140C8AF6"/>
    <w:lvl w:ilvl="0" w:tplc="829E7B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292AAB2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5F8"/>
    <w:multiLevelType w:val="hybridMultilevel"/>
    <w:tmpl w:val="2CDEBE0A"/>
    <w:lvl w:ilvl="0" w:tplc="83F4B24A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D2632"/>
    <w:multiLevelType w:val="hybridMultilevel"/>
    <w:tmpl w:val="7AC2E8BE"/>
    <w:lvl w:ilvl="0" w:tplc="6DDC18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6160E24"/>
    <w:multiLevelType w:val="hybridMultilevel"/>
    <w:tmpl w:val="D80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A1BE6"/>
    <w:multiLevelType w:val="hybridMultilevel"/>
    <w:tmpl w:val="FA1CAFCA"/>
    <w:lvl w:ilvl="0" w:tplc="4E8EF81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C90740E"/>
    <w:multiLevelType w:val="hybridMultilevel"/>
    <w:tmpl w:val="00000000"/>
    <w:lvl w:ilvl="0" w:tplc="09FC52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5BEE0DA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</w:lvl>
    <w:lvl w:ilvl="2" w:tplc="75244916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</w:lvl>
    <w:lvl w:ilvl="3" w:tplc="5D96D182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</w:lvl>
    <w:lvl w:ilvl="4" w:tplc="FF723F48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</w:lvl>
    <w:lvl w:ilvl="5" w:tplc="2268675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</w:lvl>
    <w:lvl w:ilvl="6" w:tplc="0B2A861E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</w:lvl>
    <w:lvl w:ilvl="7" w:tplc="949A72C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</w:lvl>
    <w:lvl w:ilvl="8" w:tplc="CBCCEE8E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432D1E"/>
    <w:multiLevelType w:val="hybridMultilevel"/>
    <w:tmpl w:val="1FCEA2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9AC5C88"/>
    <w:multiLevelType w:val="hybridMultilevel"/>
    <w:tmpl w:val="57C23960"/>
    <w:lvl w:ilvl="0" w:tplc="283E4444">
      <w:start w:val="1"/>
      <w:numFmt w:val="lowerLetter"/>
      <w:lvlText w:val="%1)"/>
      <w:lvlJc w:val="left"/>
      <w:pPr>
        <w:ind w:left="786" w:hanging="360"/>
      </w:pPr>
      <w:rPr>
        <w:rFonts w:ascii="Arial Unicode MS" w:hAnsi="Arial Unicode MS" w:cs="Arial Unicode MS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9728A1"/>
    <w:multiLevelType w:val="multilevel"/>
    <w:tmpl w:val="B51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557240"/>
    <w:multiLevelType w:val="hybridMultilevel"/>
    <w:tmpl w:val="069018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759CD"/>
    <w:multiLevelType w:val="hybridMultilevel"/>
    <w:tmpl w:val="A66CFD1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CF9243A"/>
    <w:multiLevelType w:val="hybridMultilevel"/>
    <w:tmpl w:val="3DE04048"/>
    <w:lvl w:ilvl="0" w:tplc="848C68BA">
      <w:numFmt w:val="bullet"/>
      <w:lvlText w:val="•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0"/>
  </w:num>
  <w:num w:numId="5">
    <w:abstractNumId w:val="19"/>
  </w:num>
  <w:num w:numId="6">
    <w:abstractNumId w:val="14"/>
  </w:num>
  <w:num w:numId="7">
    <w:abstractNumId w:val="0"/>
  </w:num>
  <w:num w:numId="8">
    <w:abstractNumId w:val="2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"/>
  </w:num>
  <w:num w:numId="12">
    <w:abstractNumId w:val="17"/>
  </w:num>
  <w:num w:numId="13">
    <w:abstractNumId w:val="6"/>
  </w:num>
  <w:num w:numId="14">
    <w:abstractNumId w:val="4"/>
  </w:num>
  <w:num w:numId="15">
    <w:abstractNumId w:val="5"/>
  </w:num>
  <w:num w:numId="16">
    <w:abstractNumId w:val="7"/>
  </w:num>
  <w:num w:numId="17">
    <w:abstractNumId w:val="3"/>
  </w:num>
  <w:num w:numId="18">
    <w:abstractNumId w:val="22"/>
  </w:num>
  <w:num w:numId="19">
    <w:abstractNumId w:val="1"/>
  </w:num>
  <w:num w:numId="20">
    <w:abstractNumId w:val="11"/>
  </w:num>
  <w:num w:numId="21">
    <w:abstractNumId w:val="8"/>
  </w:num>
  <w:num w:numId="22">
    <w:abstractNumId w:val="10"/>
  </w:num>
  <w:num w:numId="23">
    <w:abstractNumId w:val="13"/>
  </w:num>
  <w:num w:numId="24">
    <w:abstractNumId w:val="15"/>
  </w:num>
  <w:num w:numId="25">
    <w:abstractNumId w:val="18"/>
  </w:num>
  <w:num w:numId="26">
    <w:abstractNumId w:val="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50"/>
    <w:rsid w:val="000045C0"/>
    <w:rsid w:val="00010AEF"/>
    <w:rsid w:val="0002022F"/>
    <w:rsid w:val="00020D7A"/>
    <w:rsid w:val="0004031B"/>
    <w:rsid w:val="00045D93"/>
    <w:rsid w:val="00071A85"/>
    <w:rsid w:val="000724ED"/>
    <w:rsid w:val="000A0075"/>
    <w:rsid w:val="000A4F42"/>
    <w:rsid w:val="000A6C8B"/>
    <w:rsid w:val="000B3B49"/>
    <w:rsid w:val="000B59E6"/>
    <w:rsid w:val="000C679F"/>
    <w:rsid w:val="000C6B0F"/>
    <w:rsid w:val="000D3623"/>
    <w:rsid w:val="000D42F5"/>
    <w:rsid w:val="000E019F"/>
    <w:rsid w:val="000E31C9"/>
    <w:rsid w:val="000E6B94"/>
    <w:rsid w:val="000F15F8"/>
    <w:rsid w:val="000F5BD0"/>
    <w:rsid w:val="000F726F"/>
    <w:rsid w:val="00104505"/>
    <w:rsid w:val="00105FED"/>
    <w:rsid w:val="00114BD4"/>
    <w:rsid w:val="00115B59"/>
    <w:rsid w:val="00125454"/>
    <w:rsid w:val="00130085"/>
    <w:rsid w:val="00140FA2"/>
    <w:rsid w:val="00143546"/>
    <w:rsid w:val="00147AAF"/>
    <w:rsid w:val="00161561"/>
    <w:rsid w:val="00163783"/>
    <w:rsid w:val="0016736E"/>
    <w:rsid w:val="00174D4F"/>
    <w:rsid w:val="0018053B"/>
    <w:rsid w:val="00186465"/>
    <w:rsid w:val="00193BDF"/>
    <w:rsid w:val="001957D2"/>
    <w:rsid w:val="001A1C98"/>
    <w:rsid w:val="001A32C2"/>
    <w:rsid w:val="001A51ED"/>
    <w:rsid w:val="001A743F"/>
    <w:rsid w:val="001C7319"/>
    <w:rsid w:val="001D0A1C"/>
    <w:rsid w:val="001D65F2"/>
    <w:rsid w:val="001E03C6"/>
    <w:rsid w:val="001E3906"/>
    <w:rsid w:val="001F03C5"/>
    <w:rsid w:val="001F0BAE"/>
    <w:rsid w:val="00200C9E"/>
    <w:rsid w:val="00200DB9"/>
    <w:rsid w:val="00201373"/>
    <w:rsid w:val="002069E8"/>
    <w:rsid w:val="0021308E"/>
    <w:rsid w:val="002148F6"/>
    <w:rsid w:val="00216E51"/>
    <w:rsid w:val="002171D1"/>
    <w:rsid w:val="00231831"/>
    <w:rsid w:val="002356A1"/>
    <w:rsid w:val="00236B8D"/>
    <w:rsid w:val="0024752F"/>
    <w:rsid w:val="00253F85"/>
    <w:rsid w:val="00255EDC"/>
    <w:rsid w:val="00262AF3"/>
    <w:rsid w:val="00264E4E"/>
    <w:rsid w:val="00295179"/>
    <w:rsid w:val="0029716C"/>
    <w:rsid w:val="002A0728"/>
    <w:rsid w:val="002A5F26"/>
    <w:rsid w:val="002B75C6"/>
    <w:rsid w:val="002C1E7C"/>
    <w:rsid w:val="002C4D34"/>
    <w:rsid w:val="002C79B1"/>
    <w:rsid w:val="002D1460"/>
    <w:rsid w:val="002D4D92"/>
    <w:rsid w:val="002E3466"/>
    <w:rsid w:val="002E50A8"/>
    <w:rsid w:val="002F3E85"/>
    <w:rsid w:val="00303343"/>
    <w:rsid w:val="0032188C"/>
    <w:rsid w:val="00321DF0"/>
    <w:rsid w:val="0032565A"/>
    <w:rsid w:val="00334894"/>
    <w:rsid w:val="00337E8D"/>
    <w:rsid w:val="00342896"/>
    <w:rsid w:val="00372239"/>
    <w:rsid w:val="00376746"/>
    <w:rsid w:val="003857AE"/>
    <w:rsid w:val="00385A72"/>
    <w:rsid w:val="00390901"/>
    <w:rsid w:val="003A5458"/>
    <w:rsid w:val="003A5D65"/>
    <w:rsid w:val="003B3930"/>
    <w:rsid w:val="003B4D58"/>
    <w:rsid w:val="003B5E79"/>
    <w:rsid w:val="003C2445"/>
    <w:rsid w:val="003D0082"/>
    <w:rsid w:val="003E1191"/>
    <w:rsid w:val="003E4CF9"/>
    <w:rsid w:val="003F0D72"/>
    <w:rsid w:val="00400FF5"/>
    <w:rsid w:val="00407507"/>
    <w:rsid w:val="00415311"/>
    <w:rsid w:val="00434369"/>
    <w:rsid w:val="00442F28"/>
    <w:rsid w:val="00443ACF"/>
    <w:rsid w:val="00464D0B"/>
    <w:rsid w:val="00474316"/>
    <w:rsid w:val="0048462B"/>
    <w:rsid w:val="0048504F"/>
    <w:rsid w:val="004A22F8"/>
    <w:rsid w:val="004B1F67"/>
    <w:rsid w:val="004C2FE2"/>
    <w:rsid w:val="004D21BF"/>
    <w:rsid w:val="004D2ED9"/>
    <w:rsid w:val="004E3DF6"/>
    <w:rsid w:val="004F30C7"/>
    <w:rsid w:val="004F3110"/>
    <w:rsid w:val="00510A9B"/>
    <w:rsid w:val="00523CBD"/>
    <w:rsid w:val="00523DA5"/>
    <w:rsid w:val="00523F95"/>
    <w:rsid w:val="00524E9B"/>
    <w:rsid w:val="00531722"/>
    <w:rsid w:val="00543FFE"/>
    <w:rsid w:val="005457D1"/>
    <w:rsid w:val="00547EB2"/>
    <w:rsid w:val="005528A0"/>
    <w:rsid w:val="0055358E"/>
    <w:rsid w:val="00555FD3"/>
    <w:rsid w:val="00565DDA"/>
    <w:rsid w:val="00573E24"/>
    <w:rsid w:val="0057595E"/>
    <w:rsid w:val="005813EE"/>
    <w:rsid w:val="00584F9D"/>
    <w:rsid w:val="005A2926"/>
    <w:rsid w:val="005C1B41"/>
    <w:rsid w:val="005D598F"/>
    <w:rsid w:val="005D7965"/>
    <w:rsid w:val="005E0B33"/>
    <w:rsid w:val="005E7FD8"/>
    <w:rsid w:val="005F56BD"/>
    <w:rsid w:val="005F7CB0"/>
    <w:rsid w:val="006104B4"/>
    <w:rsid w:val="00621C3A"/>
    <w:rsid w:val="006227AA"/>
    <w:rsid w:val="00624511"/>
    <w:rsid w:val="006258C8"/>
    <w:rsid w:val="0063112D"/>
    <w:rsid w:val="00640EC1"/>
    <w:rsid w:val="00650472"/>
    <w:rsid w:val="00653905"/>
    <w:rsid w:val="006803C1"/>
    <w:rsid w:val="00692AE2"/>
    <w:rsid w:val="006A2C0E"/>
    <w:rsid w:val="006A41C0"/>
    <w:rsid w:val="006A483F"/>
    <w:rsid w:val="006B13DC"/>
    <w:rsid w:val="006C5972"/>
    <w:rsid w:val="006E2FB5"/>
    <w:rsid w:val="006F27AC"/>
    <w:rsid w:val="006F7A28"/>
    <w:rsid w:val="0070160B"/>
    <w:rsid w:val="00704493"/>
    <w:rsid w:val="00704FF9"/>
    <w:rsid w:val="00707041"/>
    <w:rsid w:val="00707B8F"/>
    <w:rsid w:val="00713550"/>
    <w:rsid w:val="007148DD"/>
    <w:rsid w:val="00720A19"/>
    <w:rsid w:val="00730729"/>
    <w:rsid w:val="00737446"/>
    <w:rsid w:val="00747072"/>
    <w:rsid w:val="00757754"/>
    <w:rsid w:val="007734DA"/>
    <w:rsid w:val="007747FA"/>
    <w:rsid w:val="007806CD"/>
    <w:rsid w:val="00791FA8"/>
    <w:rsid w:val="00792B9C"/>
    <w:rsid w:val="007A07BB"/>
    <w:rsid w:val="007B3D70"/>
    <w:rsid w:val="007B7CE2"/>
    <w:rsid w:val="007C70AE"/>
    <w:rsid w:val="007D77CB"/>
    <w:rsid w:val="007E2E63"/>
    <w:rsid w:val="007F51CB"/>
    <w:rsid w:val="007F6C0E"/>
    <w:rsid w:val="008025F5"/>
    <w:rsid w:val="00803FFF"/>
    <w:rsid w:val="00813FA4"/>
    <w:rsid w:val="00815D3A"/>
    <w:rsid w:val="00816BC2"/>
    <w:rsid w:val="00817A7D"/>
    <w:rsid w:val="0083685C"/>
    <w:rsid w:val="008579FC"/>
    <w:rsid w:val="00896443"/>
    <w:rsid w:val="008A65D5"/>
    <w:rsid w:val="008B6759"/>
    <w:rsid w:val="008C32FA"/>
    <w:rsid w:val="008C6051"/>
    <w:rsid w:val="008D4652"/>
    <w:rsid w:val="008D6BDF"/>
    <w:rsid w:val="008E05C1"/>
    <w:rsid w:val="008F5878"/>
    <w:rsid w:val="008F6AE8"/>
    <w:rsid w:val="009002DC"/>
    <w:rsid w:val="0090158E"/>
    <w:rsid w:val="009024ED"/>
    <w:rsid w:val="00902D78"/>
    <w:rsid w:val="00904E45"/>
    <w:rsid w:val="00912B6C"/>
    <w:rsid w:val="00914FCE"/>
    <w:rsid w:val="009154E4"/>
    <w:rsid w:val="00924704"/>
    <w:rsid w:val="00937E62"/>
    <w:rsid w:val="009458E6"/>
    <w:rsid w:val="009459A8"/>
    <w:rsid w:val="0094637A"/>
    <w:rsid w:val="00947093"/>
    <w:rsid w:val="00950046"/>
    <w:rsid w:val="00955E85"/>
    <w:rsid w:val="00956D2D"/>
    <w:rsid w:val="00972377"/>
    <w:rsid w:val="00975EA9"/>
    <w:rsid w:val="00990FA7"/>
    <w:rsid w:val="00995A11"/>
    <w:rsid w:val="009A4744"/>
    <w:rsid w:val="009A52D0"/>
    <w:rsid w:val="009A7A4E"/>
    <w:rsid w:val="009B0833"/>
    <w:rsid w:val="009B2B35"/>
    <w:rsid w:val="009B2EB4"/>
    <w:rsid w:val="009B2F87"/>
    <w:rsid w:val="009B336E"/>
    <w:rsid w:val="009B3798"/>
    <w:rsid w:val="009B4883"/>
    <w:rsid w:val="009B4D16"/>
    <w:rsid w:val="009C3F1C"/>
    <w:rsid w:val="009D7C7C"/>
    <w:rsid w:val="009E5A0D"/>
    <w:rsid w:val="00A0330C"/>
    <w:rsid w:val="00A03B30"/>
    <w:rsid w:val="00A058B7"/>
    <w:rsid w:val="00A10290"/>
    <w:rsid w:val="00A1518A"/>
    <w:rsid w:val="00A232C2"/>
    <w:rsid w:val="00A241BD"/>
    <w:rsid w:val="00A2434B"/>
    <w:rsid w:val="00A3454F"/>
    <w:rsid w:val="00A431C1"/>
    <w:rsid w:val="00A61B7B"/>
    <w:rsid w:val="00A63573"/>
    <w:rsid w:val="00A84143"/>
    <w:rsid w:val="00A90FF1"/>
    <w:rsid w:val="00A92808"/>
    <w:rsid w:val="00A93DFB"/>
    <w:rsid w:val="00AB0430"/>
    <w:rsid w:val="00AB614C"/>
    <w:rsid w:val="00AC4C7A"/>
    <w:rsid w:val="00AD1B97"/>
    <w:rsid w:val="00AD40CA"/>
    <w:rsid w:val="00AD66EC"/>
    <w:rsid w:val="00AE1B4C"/>
    <w:rsid w:val="00AE3876"/>
    <w:rsid w:val="00B0004F"/>
    <w:rsid w:val="00B054F8"/>
    <w:rsid w:val="00B172D2"/>
    <w:rsid w:val="00B5028E"/>
    <w:rsid w:val="00B55F75"/>
    <w:rsid w:val="00B5711C"/>
    <w:rsid w:val="00B63FF9"/>
    <w:rsid w:val="00B65550"/>
    <w:rsid w:val="00B71248"/>
    <w:rsid w:val="00B77763"/>
    <w:rsid w:val="00B80C3C"/>
    <w:rsid w:val="00B95B18"/>
    <w:rsid w:val="00B97577"/>
    <w:rsid w:val="00BA14F3"/>
    <w:rsid w:val="00BA7BEB"/>
    <w:rsid w:val="00BB35B2"/>
    <w:rsid w:val="00BC418F"/>
    <w:rsid w:val="00BD14FC"/>
    <w:rsid w:val="00BD1C8D"/>
    <w:rsid w:val="00BE1426"/>
    <w:rsid w:val="00BE6CFA"/>
    <w:rsid w:val="00BF31EE"/>
    <w:rsid w:val="00BF4382"/>
    <w:rsid w:val="00BF78B8"/>
    <w:rsid w:val="00C008E7"/>
    <w:rsid w:val="00C02A97"/>
    <w:rsid w:val="00C169F7"/>
    <w:rsid w:val="00C17F5A"/>
    <w:rsid w:val="00C20762"/>
    <w:rsid w:val="00C315C4"/>
    <w:rsid w:val="00C329A1"/>
    <w:rsid w:val="00C36D53"/>
    <w:rsid w:val="00C40FF7"/>
    <w:rsid w:val="00C45DD7"/>
    <w:rsid w:val="00C46C92"/>
    <w:rsid w:val="00C51ADF"/>
    <w:rsid w:val="00C5672F"/>
    <w:rsid w:val="00C57B9C"/>
    <w:rsid w:val="00C6160E"/>
    <w:rsid w:val="00C6233F"/>
    <w:rsid w:val="00C6560E"/>
    <w:rsid w:val="00C74DAF"/>
    <w:rsid w:val="00C85838"/>
    <w:rsid w:val="00C95B07"/>
    <w:rsid w:val="00CA0941"/>
    <w:rsid w:val="00CA3AB2"/>
    <w:rsid w:val="00CB022D"/>
    <w:rsid w:val="00CB2C15"/>
    <w:rsid w:val="00CC45BC"/>
    <w:rsid w:val="00CC49EA"/>
    <w:rsid w:val="00CD6A38"/>
    <w:rsid w:val="00CE34F5"/>
    <w:rsid w:val="00CE7800"/>
    <w:rsid w:val="00CF4C8A"/>
    <w:rsid w:val="00CF7931"/>
    <w:rsid w:val="00D00F91"/>
    <w:rsid w:val="00D1079B"/>
    <w:rsid w:val="00D1312D"/>
    <w:rsid w:val="00D14B97"/>
    <w:rsid w:val="00D20ED5"/>
    <w:rsid w:val="00D543E3"/>
    <w:rsid w:val="00D66FEA"/>
    <w:rsid w:val="00D71E61"/>
    <w:rsid w:val="00D74AB1"/>
    <w:rsid w:val="00D751F2"/>
    <w:rsid w:val="00D754B3"/>
    <w:rsid w:val="00D77AAB"/>
    <w:rsid w:val="00D972A1"/>
    <w:rsid w:val="00DA17FD"/>
    <w:rsid w:val="00DC0176"/>
    <w:rsid w:val="00DC0F0E"/>
    <w:rsid w:val="00DC3785"/>
    <w:rsid w:val="00DE01A9"/>
    <w:rsid w:val="00DF2730"/>
    <w:rsid w:val="00DF4C51"/>
    <w:rsid w:val="00E02DCD"/>
    <w:rsid w:val="00E0477F"/>
    <w:rsid w:val="00E20CD1"/>
    <w:rsid w:val="00E26E79"/>
    <w:rsid w:val="00E42566"/>
    <w:rsid w:val="00E434DD"/>
    <w:rsid w:val="00E43B11"/>
    <w:rsid w:val="00E54181"/>
    <w:rsid w:val="00E57A4A"/>
    <w:rsid w:val="00E728B2"/>
    <w:rsid w:val="00E739A3"/>
    <w:rsid w:val="00E77977"/>
    <w:rsid w:val="00E90B4F"/>
    <w:rsid w:val="00E968D9"/>
    <w:rsid w:val="00EA4210"/>
    <w:rsid w:val="00EA6132"/>
    <w:rsid w:val="00EA6D70"/>
    <w:rsid w:val="00EB245C"/>
    <w:rsid w:val="00EB28D4"/>
    <w:rsid w:val="00EC4838"/>
    <w:rsid w:val="00EC48A8"/>
    <w:rsid w:val="00EC755B"/>
    <w:rsid w:val="00ED3C3E"/>
    <w:rsid w:val="00EE5AE5"/>
    <w:rsid w:val="00EE72C4"/>
    <w:rsid w:val="00EF0C9F"/>
    <w:rsid w:val="00EF21FE"/>
    <w:rsid w:val="00EF2452"/>
    <w:rsid w:val="00EF3773"/>
    <w:rsid w:val="00F13A40"/>
    <w:rsid w:val="00F17A51"/>
    <w:rsid w:val="00F21C0A"/>
    <w:rsid w:val="00F32B2A"/>
    <w:rsid w:val="00F43A3D"/>
    <w:rsid w:val="00F51386"/>
    <w:rsid w:val="00F51AC9"/>
    <w:rsid w:val="00F62F97"/>
    <w:rsid w:val="00F70FDD"/>
    <w:rsid w:val="00F74D99"/>
    <w:rsid w:val="00F851AA"/>
    <w:rsid w:val="00F97957"/>
    <w:rsid w:val="00FD0332"/>
    <w:rsid w:val="00FD2052"/>
    <w:rsid w:val="00FE04C0"/>
    <w:rsid w:val="00FE6592"/>
    <w:rsid w:val="00FE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409C2C"/>
  <w15:chartTrackingRefBased/>
  <w15:docId w15:val="{86656AEF-5154-BD41-B6F1-1C2377FA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F1C"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link w:val="Titolo4Carattere"/>
    <w:qFormat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uiPriority w:val="22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  <w:style w:type="paragraph" w:styleId="Nessunaspaziatura">
    <w:name w:val="No Spacing"/>
    <w:uiPriority w:val="1"/>
    <w:qFormat/>
    <w:rsid w:val="006A483F"/>
    <w:rPr>
      <w:rFonts w:ascii="Calibri" w:hAnsi="Calibri"/>
      <w:sz w:val="22"/>
      <w:szCs w:val="22"/>
    </w:rPr>
  </w:style>
  <w:style w:type="character" w:styleId="Menzionenonrisolta">
    <w:name w:val="Unresolved Mention"/>
    <w:uiPriority w:val="99"/>
    <w:semiHidden/>
    <w:unhideWhenUsed/>
    <w:rsid w:val="00902D78"/>
    <w:rPr>
      <w:color w:val="605E5C"/>
      <w:shd w:val="clear" w:color="auto" w:fill="E1DFDD"/>
    </w:rPr>
  </w:style>
  <w:style w:type="character" w:customStyle="1" w:styleId="Titolo4Carattere">
    <w:name w:val="Titolo 4 Carattere"/>
    <w:link w:val="Titolo4"/>
    <w:rsid w:val="001E3906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3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uolacaniguida@centrohelenkellersicili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chivio@irifor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gamentipaypal@irifor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B71D7-7F0B-44C9-AC22-5A9B3EC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</Template>
  <TotalTime>0</TotalTime>
  <Pages>5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QUINT</Company>
  <LinksUpToDate>false</LinksUpToDate>
  <CharactersWithSpaces>8535</CharactersWithSpaces>
  <SharedDoc>false</SharedDoc>
  <HLinks>
    <vt:vector size="24" baseType="variant">
      <vt:variant>
        <vt:i4>3604502</vt:i4>
      </vt:variant>
      <vt:variant>
        <vt:i4>9</vt:i4>
      </vt:variant>
      <vt:variant>
        <vt:i4>0</vt:i4>
      </vt:variant>
      <vt:variant>
        <vt:i4>5</vt:i4>
      </vt:variant>
      <vt:variant>
        <vt:lpwstr>mailto:scuolacaniguida@centrohelenkellersicilia.it</vt:lpwstr>
      </vt:variant>
      <vt:variant>
        <vt:lpwstr/>
      </vt:variant>
      <vt:variant>
        <vt:i4>2293768</vt:i4>
      </vt:variant>
      <vt:variant>
        <vt:i4>6</vt:i4>
      </vt:variant>
      <vt:variant>
        <vt:i4>0</vt:i4>
      </vt:variant>
      <vt:variant>
        <vt:i4>5</vt:i4>
      </vt:variant>
      <vt:variant>
        <vt:lpwstr>mailto:archivio@irifor.eu</vt:lpwstr>
      </vt:variant>
      <vt:variant>
        <vt:lpwstr/>
      </vt:variant>
      <vt:variant>
        <vt:i4>5636208</vt:i4>
      </vt:variant>
      <vt:variant>
        <vt:i4>3</vt:i4>
      </vt:variant>
      <vt:variant>
        <vt:i4>0</vt:i4>
      </vt:variant>
      <vt:variant>
        <vt:i4>5</vt:i4>
      </vt:variant>
      <vt:variant>
        <vt:lpwstr>mailto:pagamentipaypal@irifor.eu</vt:lpwstr>
      </vt:variant>
      <vt:variant>
        <vt:lpwstr/>
      </vt:variant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Valeria Liberti</dc:creator>
  <cp:keywords>Documento</cp:keywords>
  <cp:lastModifiedBy>Carmela Zappullo</cp:lastModifiedBy>
  <cp:revision>2</cp:revision>
  <cp:lastPrinted>2018-10-31T16:20:00Z</cp:lastPrinted>
  <dcterms:created xsi:type="dcterms:W3CDTF">2022-03-14T11:35:00Z</dcterms:created>
  <dcterms:modified xsi:type="dcterms:W3CDTF">2022-03-14T11:35:00Z</dcterms:modified>
</cp:coreProperties>
</file>