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58" w:rsidRDefault="008F0EAA" w:rsidP="008F0EAA">
      <w:pPr>
        <w:ind w:left="1134" w:righ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Protocollo 44 del 13/01/2022</w:t>
      </w:r>
    </w:p>
    <w:p w:rsidR="00AE4C58" w:rsidRDefault="00AE4C58" w:rsidP="00AE4C58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0B49AD" w:rsidRPr="000B49AD" w:rsidRDefault="000B49AD" w:rsidP="000B49AD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r w:rsidRPr="000B49AD">
        <w:rPr>
          <w:rFonts w:ascii="Cambria" w:hAnsi="Cambria"/>
          <w:sz w:val="24"/>
          <w:szCs w:val="24"/>
        </w:rPr>
        <w:t>COMUNICATO N.</w:t>
      </w:r>
      <w:r w:rsidR="008F0EAA">
        <w:rPr>
          <w:rFonts w:ascii="Cambria" w:hAnsi="Cambria"/>
          <w:sz w:val="24"/>
          <w:szCs w:val="24"/>
        </w:rPr>
        <w:t xml:space="preserve"> 1</w:t>
      </w:r>
    </w:p>
    <w:p w:rsidR="000B49AD" w:rsidRPr="00E07F15" w:rsidRDefault="00E07F15" w:rsidP="000B49AD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E07F15">
        <w:rPr>
          <w:rFonts w:ascii="Cambria" w:hAnsi="Cambria"/>
          <w:i/>
          <w:sz w:val="24"/>
          <w:szCs w:val="24"/>
        </w:rPr>
        <w:t>Questo comunicato è presente alla pagina http://www.irifor.eu/Comunicati</w:t>
      </w:r>
    </w:p>
    <w:p w:rsidR="000B49AD" w:rsidRPr="000B49AD" w:rsidRDefault="000B49AD" w:rsidP="000B49AD">
      <w:pPr>
        <w:ind w:left="567" w:right="567" w:firstLine="567"/>
        <w:jc w:val="both"/>
        <w:rPr>
          <w:rFonts w:ascii="Cambria" w:hAnsi="Cambria"/>
          <w:sz w:val="24"/>
          <w:szCs w:val="24"/>
        </w:rPr>
      </w:pPr>
    </w:p>
    <w:p w:rsidR="000B49AD" w:rsidRPr="000B49AD" w:rsidRDefault="000B49AD" w:rsidP="000B49AD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r w:rsidRPr="000B49AD">
        <w:rPr>
          <w:rFonts w:ascii="Cambria" w:hAnsi="Cambria"/>
          <w:sz w:val="24"/>
          <w:szCs w:val="24"/>
        </w:rPr>
        <w:t xml:space="preserve">OGGETTO: Calendario attività </w:t>
      </w:r>
      <w:bookmarkStart w:id="1" w:name="_Hlk92976981"/>
      <w:r>
        <w:rPr>
          <w:rFonts w:ascii="Cambria" w:hAnsi="Cambria"/>
          <w:sz w:val="24"/>
          <w:szCs w:val="24"/>
        </w:rPr>
        <w:t xml:space="preserve">Consiglio di Amministrazione Nazionale I.Ri.Fo.R. </w:t>
      </w:r>
      <w:bookmarkEnd w:id="1"/>
      <w:r w:rsidR="0028184D">
        <w:rPr>
          <w:rFonts w:ascii="Cambria" w:hAnsi="Cambria"/>
          <w:sz w:val="24"/>
          <w:szCs w:val="24"/>
        </w:rPr>
        <w:t>- A</w:t>
      </w:r>
      <w:r w:rsidRPr="000B49AD">
        <w:rPr>
          <w:rFonts w:ascii="Cambria" w:hAnsi="Cambria"/>
          <w:sz w:val="24"/>
          <w:szCs w:val="24"/>
        </w:rPr>
        <w:t>nno 202</w:t>
      </w:r>
      <w:r>
        <w:rPr>
          <w:rFonts w:ascii="Cambria" w:hAnsi="Cambria"/>
          <w:sz w:val="24"/>
          <w:szCs w:val="24"/>
        </w:rPr>
        <w:t>2</w:t>
      </w:r>
      <w:r w:rsidRPr="000B49AD">
        <w:rPr>
          <w:rFonts w:ascii="Cambria" w:hAnsi="Cambria"/>
          <w:sz w:val="24"/>
          <w:szCs w:val="24"/>
        </w:rPr>
        <w:t>.</w:t>
      </w:r>
    </w:p>
    <w:p w:rsidR="000B49AD" w:rsidRPr="000B49AD" w:rsidRDefault="000B49AD" w:rsidP="000B49AD">
      <w:pPr>
        <w:ind w:left="567" w:right="567" w:firstLine="567"/>
        <w:jc w:val="both"/>
        <w:rPr>
          <w:rFonts w:ascii="Cambria" w:hAnsi="Cambria"/>
          <w:sz w:val="24"/>
          <w:szCs w:val="24"/>
        </w:rPr>
      </w:pPr>
    </w:p>
    <w:p w:rsidR="000B49AD" w:rsidRPr="000B49AD" w:rsidRDefault="000B49AD" w:rsidP="000B49AD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r w:rsidRPr="000B49AD">
        <w:rPr>
          <w:rFonts w:ascii="Cambria" w:hAnsi="Cambria"/>
          <w:sz w:val="24"/>
          <w:szCs w:val="24"/>
        </w:rPr>
        <w:tab/>
        <w:t>Care amiche e cari amici,</w:t>
      </w:r>
    </w:p>
    <w:p w:rsidR="002B61C4" w:rsidRDefault="000B49AD" w:rsidP="002B61C4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r w:rsidRPr="000B49AD">
        <w:rPr>
          <w:rFonts w:ascii="Cambria" w:hAnsi="Cambria"/>
          <w:sz w:val="24"/>
          <w:szCs w:val="24"/>
        </w:rPr>
        <w:t xml:space="preserve">di seguito, il calendario delle </w:t>
      </w:r>
      <w:r>
        <w:rPr>
          <w:rFonts w:ascii="Cambria" w:hAnsi="Cambria"/>
          <w:sz w:val="24"/>
          <w:szCs w:val="24"/>
        </w:rPr>
        <w:t>riunioni del</w:t>
      </w:r>
      <w:r w:rsidRPr="000B49AD">
        <w:rPr>
          <w:rFonts w:ascii="Cambria" w:hAnsi="Cambria"/>
          <w:sz w:val="24"/>
          <w:szCs w:val="24"/>
        </w:rPr>
        <w:t xml:space="preserve"> Consiglio di Amministrazione Nazionale </w:t>
      </w:r>
      <w:r>
        <w:rPr>
          <w:rFonts w:ascii="Cambria" w:hAnsi="Cambria"/>
          <w:sz w:val="24"/>
          <w:szCs w:val="24"/>
        </w:rPr>
        <w:t>dell’</w:t>
      </w:r>
      <w:r w:rsidRPr="000B49AD">
        <w:rPr>
          <w:rFonts w:ascii="Cambria" w:hAnsi="Cambria"/>
          <w:sz w:val="24"/>
          <w:szCs w:val="24"/>
        </w:rPr>
        <w:t>I.Ri.Fo.R. programmate per il 202</w:t>
      </w:r>
      <w:r>
        <w:rPr>
          <w:rFonts w:ascii="Cambria" w:hAnsi="Cambria"/>
          <w:sz w:val="24"/>
          <w:szCs w:val="24"/>
        </w:rPr>
        <w:t xml:space="preserve">2, </w:t>
      </w:r>
      <w:r w:rsidRPr="000B49AD">
        <w:rPr>
          <w:rFonts w:ascii="Cambria" w:hAnsi="Cambria"/>
          <w:sz w:val="24"/>
          <w:szCs w:val="24"/>
        </w:rPr>
        <w:t>con preghiera di tenerne conto nella programmazione delle iniziative, delle attività e delle riunioni in sede regionale e territoriale</w:t>
      </w:r>
      <w:r w:rsidR="002B61C4">
        <w:rPr>
          <w:rFonts w:ascii="Cambria" w:hAnsi="Cambria"/>
          <w:sz w:val="24"/>
          <w:szCs w:val="24"/>
        </w:rPr>
        <w:t>.</w:t>
      </w:r>
    </w:p>
    <w:p w:rsidR="002B61C4" w:rsidRPr="002B61C4" w:rsidRDefault="002B61C4" w:rsidP="002B61C4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r w:rsidRPr="002B61C4">
        <w:rPr>
          <w:rFonts w:ascii="Cambria" w:hAnsi="Cambria"/>
          <w:sz w:val="24"/>
          <w:szCs w:val="24"/>
        </w:rPr>
        <w:t xml:space="preserve">Calendario attività </w:t>
      </w:r>
      <w:proofErr w:type="spellStart"/>
      <w:r w:rsidRPr="002B61C4">
        <w:rPr>
          <w:rFonts w:ascii="Cambria" w:hAnsi="Cambria"/>
          <w:sz w:val="24"/>
          <w:szCs w:val="24"/>
        </w:rPr>
        <w:t>CdAN</w:t>
      </w:r>
      <w:proofErr w:type="spellEnd"/>
      <w:r w:rsidRPr="002B61C4">
        <w:rPr>
          <w:rFonts w:ascii="Cambria" w:hAnsi="Cambria"/>
          <w:sz w:val="24"/>
          <w:szCs w:val="24"/>
        </w:rPr>
        <w:t xml:space="preserve"> anno 2022</w:t>
      </w:r>
      <w:r>
        <w:rPr>
          <w:rFonts w:ascii="Cambria" w:hAnsi="Cambria"/>
          <w:sz w:val="24"/>
          <w:szCs w:val="24"/>
        </w:rPr>
        <w:t>: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Giorno: Mercoledì - Ore:</w:t>
      </w:r>
      <w:r w:rsidR="0028184D">
        <w:rPr>
          <w:rFonts w:ascii="Cambria" w:hAnsi="Cambria"/>
          <w:i/>
          <w:sz w:val="24"/>
          <w:szCs w:val="24"/>
        </w:rPr>
        <w:t xml:space="preserve"> </w:t>
      </w:r>
      <w:r w:rsidRPr="0028184D">
        <w:rPr>
          <w:rFonts w:ascii="Cambria" w:hAnsi="Cambria"/>
          <w:i/>
          <w:sz w:val="24"/>
          <w:szCs w:val="24"/>
        </w:rPr>
        <w:t>15.00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- 26 Gennaio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-02 Marzo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-13 Aprile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-11 Maggio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-15 Giugno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-13 Luglio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-14 Settembre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-19 Ottobre</w:t>
      </w:r>
    </w:p>
    <w:p w:rsidR="002B61C4" w:rsidRPr="0028184D" w:rsidRDefault="002B61C4" w:rsidP="002B61C4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-16 Novembre</w:t>
      </w:r>
    </w:p>
    <w:p w:rsidR="000B49AD" w:rsidRPr="0028184D" w:rsidRDefault="002B61C4" w:rsidP="0028184D">
      <w:pPr>
        <w:ind w:left="567" w:right="567" w:firstLine="567"/>
        <w:jc w:val="both"/>
        <w:rPr>
          <w:rFonts w:ascii="Cambria" w:hAnsi="Cambria"/>
          <w:i/>
          <w:sz w:val="24"/>
          <w:szCs w:val="24"/>
        </w:rPr>
      </w:pPr>
      <w:r w:rsidRPr="0028184D">
        <w:rPr>
          <w:rFonts w:ascii="Cambria" w:hAnsi="Cambria"/>
          <w:i/>
          <w:sz w:val="24"/>
          <w:szCs w:val="24"/>
        </w:rPr>
        <w:t>-14 Dicembr</w:t>
      </w:r>
      <w:r w:rsidR="0028184D">
        <w:rPr>
          <w:rFonts w:ascii="Cambria" w:hAnsi="Cambria"/>
          <w:i/>
          <w:sz w:val="24"/>
          <w:szCs w:val="24"/>
        </w:rPr>
        <w:t>e.</w:t>
      </w:r>
    </w:p>
    <w:p w:rsidR="000B49AD" w:rsidRDefault="000B49AD" w:rsidP="000B49AD">
      <w:pPr>
        <w:ind w:left="567" w:right="567" w:firstLine="567"/>
        <w:jc w:val="both"/>
        <w:rPr>
          <w:rFonts w:ascii="Cambria" w:hAnsi="Cambria"/>
          <w:sz w:val="24"/>
          <w:szCs w:val="24"/>
        </w:rPr>
      </w:pPr>
    </w:p>
    <w:p w:rsidR="007A1384" w:rsidRPr="0037711E" w:rsidRDefault="00AE4C58" w:rsidP="0037711E">
      <w:pPr>
        <w:ind w:left="567" w:right="567" w:firstLine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</w:t>
      </w:r>
      <w:r w:rsidR="00E9003B">
        <w:rPr>
          <w:rFonts w:ascii="Cambria" w:hAnsi="Cambria"/>
          <w:sz w:val="24"/>
          <w:szCs w:val="24"/>
        </w:rPr>
        <w:t>Vive cordialità</w:t>
      </w:r>
      <w:r w:rsidR="007A1384">
        <w:rPr>
          <w:rFonts w:ascii="Times New Roman" w:hAnsi="Times New Roman"/>
          <w:sz w:val="24"/>
          <w:szCs w:val="24"/>
        </w:rPr>
        <w:t>.</w:t>
      </w:r>
      <w:r w:rsidR="005B7E91" w:rsidRPr="005B7E91">
        <w:t xml:space="preserve"> </w:t>
      </w:r>
      <w:r w:rsidR="005B7E91">
        <w:t xml:space="preserve"> </w:t>
      </w:r>
    </w:p>
    <w:p w:rsidR="005F20E2" w:rsidRDefault="005F20E2" w:rsidP="00E002D8">
      <w:pPr>
        <w:ind w:left="567" w:right="567" w:firstLine="709"/>
        <w:jc w:val="both"/>
        <w:rPr>
          <w:rFonts w:ascii="Times New Roman" w:hAnsi="Times New Roman"/>
          <w:sz w:val="24"/>
          <w:szCs w:val="24"/>
        </w:rPr>
      </w:pPr>
    </w:p>
    <w:p w:rsidR="005F20E2" w:rsidRDefault="005F20E2" w:rsidP="00E002D8">
      <w:pPr>
        <w:ind w:left="567" w:right="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E002D8">
        <w:rPr>
          <w:rFonts w:ascii="Times New Roman" w:hAnsi="Times New Roman"/>
          <w:b/>
          <w:sz w:val="24"/>
          <w:szCs w:val="24"/>
        </w:rPr>
        <w:tab/>
      </w:r>
      <w:r w:rsidR="000B49AD">
        <w:rPr>
          <w:rFonts w:ascii="Times New Roman" w:hAnsi="Times New Roman"/>
          <w:b/>
          <w:sz w:val="24"/>
          <w:szCs w:val="24"/>
        </w:rPr>
        <w:t xml:space="preserve">Vincenzo </w:t>
      </w:r>
      <w:r>
        <w:rPr>
          <w:rFonts w:ascii="Times New Roman" w:hAnsi="Times New Roman"/>
          <w:b/>
          <w:sz w:val="24"/>
          <w:szCs w:val="24"/>
        </w:rPr>
        <w:t>M</w:t>
      </w:r>
      <w:r w:rsidR="000B49AD">
        <w:rPr>
          <w:rFonts w:ascii="Times New Roman" w:hAnsi="Times New Roman"/>
          <w:b/>
          <w:sz w:val="24"/>
          <w:szCs w:val="24"/>
        </w:rPr>
        <w:t>assa</w:t>
      </w:r>
    </w:p>
    <w:p w:rsidR="005F20E2" w:rsidRDefault="005F20E2" w:rsidP="00E002D8">
      <w:pPr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E002D8">
        <w:rPr>
          <w:rFonts w:ascii="Times New Roman" w:hAnsi="Times New Roman"/>
          <w:sz w:val="24"/>
          <w:szCs w:val="24"/>
        </w:rPr>
        <w:tab/>
      </w:r>
      <w:r w:rsidR="00E002D8">
        <w:rPr>
          <w:rFonts w:ascii="Times New Roman" w:hAnsi="Times New Roman"/>
          <w:sz w:val="24"/>
          <w:szCs w:val="24"/>
        </w:rPr>
        <w:tab/>
      </w:r>
      <w:r w:rsidR="00E002D8">
        <w:rPr>
          <w:rFonts w:ascii="Times New Roman" w:hAnsi="Times New Roman"/>
          <w:sz w:val="24"/>
          <w:szCs w:val="24"/>
        </w:rPr>
        <w:tab/>
      </w:r>
      <w:r w:rsidR="00E002D8">
        <w:rPr>
          <w:rFonts w:ascii="Times New Roman" w:hAnsi="Times New Roman"/>
          <w:sz w:val="24"/>
          <w:szCs w:val="24"/>
        </w:rPr>
        <w:tab/>
      </w:r>
      <w:r w:rsidR="00E002D8">
        <w:rPr>
          <w:rFonts w:ascii="Times New Roman" w:hAnsi="Times New Roman"/>
          <w:sz w:val="24"/>
          <w:szCs w:val="24"/>
        </w:rPr>
        <w:tab/>
      </w:r>
      <w:r w:rsidR="00E002D8">
        <w:rPr>
          <w:rFonts w:ascii="Times New Roman" w:hAnsi="Times New Roman"/>
          <w:sz w:val="24"/>
          <w:szCs w:val="24"/>
        </w:rPr>
        <w:tab/>
        <w:t xml:space="preserve">    </w:t>
      </w:r>
      <w:r w:rsidR="000B49AD">
        <w:rPr>
          <w:rFonts w:ascii="Times New Roman" w:hAnsi="Times New Roman"/>
          <w:sz w:val="24"/>
          <w:szCs w:val="24"/>
        </w:rPr>
        <w:t xml:space="preserve">Vice </w:t>
      </w:r>
      <w:r>
        <w:rPr>
          <w:rFonts w:ascii="Times New Roman" w:hAnsi="Times New Roman"/>
          <w:sz w:val="24"/>
          <w:szCs w:val="24"/>
        </w:rPr>
        <w:t>Presidente Nazionale</w:t>
      </w:r>
    </w:p>
    <w:p w:rsidR="005F20E2" w:rsidRDefault="005F20E2" w:rsidP="0028184D">
      <w:pPr>
        <w:jc w:val="both"/>
        <w:rPr>
          <w:rFonts w:ascii="Times New Roman" w:hAnsi="Times New Roman"/>
          <w:sz w:val="24"/>
          <w:szCs w:val="24"/>
        </w:rPr>
      </w:pPr>
    </w:p>
    <w:p w:rsidR="005F20E2" w:rsidRDefault="005F20E2" w:rsidP="005F20E2">
      <w:pPr>
        <w:ind w:right="1417"/>
        <w:jc w:val="both"/>
        <w:rPr>
          <w:rFonts w:ascii="Cambria" w:hAnsi="Cambria"/>
          <w:b/>
          <w:sz w:val="24"/>
          <w:szCs w:val="24"/>
        </w:rPr>
      </w:pPr>
    </w:p>
    <w:p w:rsidR="0083292B" w:rsidRPr="005B7E91" w:rsidRDefault="005B7E91" w:rsidP="005F20E2">
      <w:pPr>
        <w:rPr>
          <w:rFonts w:ascii="Cambria" w:hAnsi="Cambria"/>
        </w:rPr>
      </w:pPr>
      <w:r>
        <w:tab/>
      </w:r>
      <w:r w:rsidR="0028184D">
        <w:t xml:space="preserve">VPN </w:t>
      </w:r>
      <w:r w:rsidR="0028184D" w:rsidRPr="0028184D">
        <w:rPr>
          <w:i/>
        </w:rPr>
        <w:t>(CDC</w:t>
      </w:r>
      <w:r w:rsidR="0028184D">
        <w:t>)</w:t>
      </w:r>
      <w:r>
        <w:tab/>
      </w:r>
      <w:r>
        <w:tab/>
      </w:r>
    </w:p>
    <w:sectPr w:rsidR="0083292B" w:rsidRPr="005B7E91" w:rsidSect="00C329A1">
      <w:headerReference w:type="default" r:id="rId8"/>
      <w:footerReference w:type="default" r:id="rId9"/>
      <w:pgSz w:w="11907" w:h="16840" w:code="9"/>
      <w:pgMar w:top="284" w:right="567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0AB" w:rsidRDefault="000100AB">
      <w:r>
        <w:separator/>
      </w:r>
    </w:p>
  </w:endnote>
  <w:endnote w:type="continuationSeparator" w:id="0">
    <w:p w:rsidR="000100AB" w:rsidRDefault="0001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6214A1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2" name="Immagine 1" descr="icomoon-phone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comoon-phone_16_0_ff0000_n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C151FD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</w:t>
    </w:r>
    <w:r w:rsidR="006214A1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3" name="Immagine 15" descr="mfglabs-mail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mfglabs-mail_16_0_ff0000_n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D24F35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6214A1">
      <w:rPr>
        <w:b/>
        <w:noProof/>
        <w:color w:val="595959"/>
        <w:sz w:val="24"/>
        <w:szCs w:val="24"/>
      </w:rPr>
      <w:drawing>
        <wp:inline distT="0" distB="0" distL="0" distR="0">
          <wp:extent cx="152400" cy="152400"/>
          <wp:effectExtent l="0" t="0" r="0" b="0"/>
          <wp:docPr id="4" name="Immagine 7" descr="lsf-web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sf-web_16_0_ff0000_non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="006773C4" w:rsidRPr="00A93DFB">
      <w:rPr>
        <w:color w:val="595959"/>
      </w:rPr>
      <w:sym w:font="Wingdings 2" w:char="F097"/>
    </w:r>
    <w:r w:rsidR="006773C4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Ente</w:t>
    </w:r>
    <w:r w:rsidR="006773C4" w:rsidRPr="00A93DFB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del Terzo settore ai sensi del D. Lgs. 3 Luglio 2017, n.117</w:t>
    </w:r>
    <w:r w:rsidR="006773C4">
      <w:rPr>
        <w:color w:val="595959"/>
      </w:rPr>
      <w:t xml:space="preserve">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="00741FF9" w:rsidRPr="00A93DFB">
      <w:rPr>
        <w:color w:val="595959"/>
      </w:rPr>
      <w:sym w:font="Wingdings 2" w:char="F097"/>
    </w:r>
    <w:r w:rsidR="00741FF9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D82BEB">
      <w:rPr>
        <w:noProof/>
        <w:color w:val="595959"/>
        <w:sz w:val="16"/>
        <w:szCs w:val="16"/>
      </w:rPr>
      <w:t>1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D82BEB">
      <w:rPr>
        <w:noProof/>
        <w:color w:val="595959"/>
        <w:sz w:val="16"/>
        <w:szCs w:val="16"/>
      </w:rPr>
      <w:t>1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0AB" w:rsidRDefault="000100AB">
      <w:r>
        <w:separator/>
      </w:r>
    </w:p>
  </w:footnote>
  <w:footnote w:type="continuationSeparator" w:id="0">
    <w:p w:rsidR="000100AB" w:rsidRDefault="00010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C71" w:rsidRDefault="00523CBD" w:rsidP="00523CBD">
    <w:r>
      <w:tab/>
    </w:r>
    <w:r>
      <w:tab/>
    </w:r>
  </w:p>
  <w:p w:rsidR="0075207B" w:rsidRDefault="006214A1" w:rsidP="00523CBD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97155</wp:posOffset>
          </wp:positionH>
          <wp:positionV relativeFrom="paragraph">
            <wp:posOffset>20320</wp:posOffset>
          </wp:positionV>
          <wp:extent cx="590550" cy="1005840"/>
          <wp:effectExtent l="0" t="0" r="0" b="0"/>
          <wp:wrapSquare wrapText="bothSides"/>
          <wp:docPr id="5" name="Immagine 2" descr="immagine irifor ridott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irifor ridott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3C71" w:rsidRDefault="00E13C71" w:rsidP="00523CBD"/>
  <w:p w:rsidR="00CE7800" w:rsidRDefault="006214A1" w:rsidP="00E13C71">
    <w:pPr>
      <w:jc w:val="center"/>
    </w:pPr>
    <w:r>
      <w:rPr>
        <w:noProof/>
      </w:rPr>
      <w:drawing>
        <wp:inline distT="0" distB="0" distL="0" distR="0">
          <wp:extent cx="1821180" cy="411480"/>
          <wp:effectExtent l="0" t="0" r="0" b="0"/>
          <wp:docPr id="1" name="Immagine 1" descr="logirif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irif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741FF9" w:rsidRDefault="00C151F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/>
        <w:bCs/>
        <w:color w:val="auto"/>
        <w:sz w:val="18"/>
      </w:rPr>
    </w:pPr>
    <w:r>
      <w:rPr>
        <w:b/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F6611"/>
    <w:multiLevelType w:val="hybridMultilevel"/>
    <w:tmpl w:val="CBEEFD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50"/>
    <w:rsid w:val="000021D7"/>
    <w:rsid w:val="000045C0"/>
    <w:rsid w:val="000100AB"/>
    <w:rsid w:val="0001322C"/>
    <w:rsid w:val="00023E9A"/>
    <w:rsid w:val="00080900"/>
    <w:rsid w:val="000A433C"/>
    <w:rsid w:val="000A5ED9"/>
    <w:rsid w:val="000B1ACE"/>
    <w:rsid w:val="000B49AD"/>
    <w:rsid w:val="000B53DB"/>
    <w:rsid w:val="000B59E6"/>
    <w:rsid w:val="000C679F"/>
    <w:rsid w:val="00114BD4"/>
    <w:rsid w:val="00130085"/>
    <w:rsid w:val="00147AAF"/>
    <w:rsid w:val="0018053B"/>
    <w:rsid w:val="00183F4F"/>
    <w:rsid w:val="001957D2"/>
    <w:rsid w:val="001A1C98"/>
    <w:rsid w:val="001B71DB"/>
    <w:rsid w:val="001C3756"/>
    <w:rsid w:val="001F04F3"/>
    <w:rsid w:val="001F37C4"/>
    <w:rsid w:val="0020012B"/>
    <w:rsid w:val="002069E8"/>
    <w:rsid w:val="00232CF0"/>
    <w:rsid w:val="0024752F"/>
    <w:rsid w:val="0027228B"/>
    <w:rsid w:val="0028184D"/>
    <w:rsid w:val="00282332"/>
    <w:rsid w:val="00295179"/>
    <w:rsid w:val="002B61C4"/>
    <w:rsid w:val="002D1460"/>
    <w:rsid w:val="002F10C2"/>
    <w:rsid w:val="002F4A28"/>
    <w:rsid w:val="0032188C"/>
    <w:rsid w:val="00337E8D"/>
    <w:rsid w:val="00376746"/>
    <w:rsid w:val="0037711E"/>
    <w:rsid w:val="003857AE"/>
    <w:rsid w:val="003A5458"/>
    <w:rsid w:val="003E0611"/>
    <w:rsid w:val="003E1191"/>
    <w:rsid w:val="003E1E19"/>
    <w:rsid w:val="003E4CF9"/>
    <w:rsid w:val="00400FF5"/>
    <w:rsid w:val="00485D1E"/>
    <w:rsid w:val="0049577B"/>
    <w:rsid w:val="004A4CA2"/>
    <w:rsid w:val="004B1F67"/>
    <w:rsid w:val="004B3554"/>
    <w:rsid w:val="004B6C6E"/>
    <w:rsid w:val="004C0BCF"/>
    <w:rsid w:val="004D20E5"/>
    <w:rsid w:val="004D2ED9"/>
    <w:rsid w:val="004E2FA6"/>
    <w:rsid w:val="004E3DF6"/>
    <w:rsid w:val="004F3110"/>
    <w:rsid w:val="004F5930"/>
    <w:rsid w:val="00500651"/>
    <w:rsid w:val="00510A9B"/>
    <w:rsid w:val="005150A0"/>
    <w:rsid w:val="005172FD"/>
    <w:rsid w:val="005239B8"/>
    <w:rsid w:val="00523CBD"/>
    <w:rsid w:val="00531722"/>
    <w:rsid w:val="005365FA"/>
    <w:rsid w:val="00560FFD"/>
    <w:rsid w:val="005636DD"/>
    <w:rsid w:val="005879F3"/>
    <w:rsid w:val="00592FDD"/>
    <w:rsid w:val="005B7E91"/>
    <w:rsid w:val="005D2446"/>
    <w:rsid w:val="005E59E5"/>
    <w:rsid w:val="005F1F16"/>
    <w:rsid w:val="005F20E2"/>
    <w:rsid w:val="005F56BD"/>
    <w:rsid w:val="006028D8"/>
    <w:rsid w:val="006214A1"/>
    <w:rsid w:val="0064785C"/>
    <w:rsid w:val="00650472"/>
    <w:rsid w:val="006529F5"/>
    <w:rsid w:val="00655EB3"/>
    <w:rsid w:val="0067441B"/>
    <w:rsid w:val="0067534C"/>
    <w:rsid w:val="006773C4"/>
    <w:rsid w:val="006779E3"/>
    <w:rsid w:val="00687687"/>
    <w:rsid w:val="00690E05"/>
    <w:rsid w:val="006E1A22"/>
    <w:rsid w:val="006F137B"/>
    <w:rsid w:val="006F3C5F"/>
    <w:rsid w:val="00713550"/>
    <w:rsid w:val="00736609"/>
    <w:rsid w:val="00737446"/>
    <w:rsid w:val="00737ABE"/>
    <w:rsid w:val="00741FF9"/>
    <w:rsid w:val="00747072"/>
    <w:rsid w:val="007472D7"/>
    <w:rsid w:val="007519BE"/>
    <w:rsid w:val="0075207B"/>
    <w:rsid w:val="00757754"/>
    <w:rsid w:val="00757DD2"/>
    <w:rsid w:val="00783D1F"/>
    <w:rsid w:val="007923E9"/>
    <w:rsid w:val="00796608"/>
    <w:rsid w:val="007A07BB"/>
    <w:rsid w:val="007A1384"/>
    <w:rsid w:val="007B3D70"/>
    <w:rsid w:val="007C47FA"/>
    <w:rsid w:val="007E3890"/>
    <w:rsid w:val="00811B87"/>
    <w:rsid w:val="00813FA4"/>
    <w:rsid w:val="00815D3A"/>
    <w:rsid w:val="00816BC2"/>
    <w:rsid w:val="00822D9C"/>
    <w:rsid w:val="00825BB8"/>
    <w:rsid w:val="0083292B"/>
    <w:rsid w:val="00854D1A"/>
    <w:rsid w:val="008579FC"/>
    <w:rsid w:val="00884A96"/>
    <w:rsid w:val="008923A8"/>
    <w:rsid w:val="00895660"/>
    <w:rsid w:val="00896443"/>
    <w:rsid w:val="008A13BF"/>
    <w:rsid w:val="008A6E68"/>
    <w:rsid w:val="008B3800"/>
    <w:rsid w:val="008B4377"/>
    <w:rsid w:val="008D4E32"/>
    <w:rsid w:val="008E05C1"/>
    <w:rsid w:val="008F0EAA"/>
    <w:rsid w:val="0091457C"/>
    <w:rsid w:val="009154E4"/>
    <w:rsid w:val="00931AFE"/>
    <w:rsid w:val="00936CAC"/>
    <w:rsid w:val="009458E6"/>
    <w:rsid w:val="0094637A"/>
    <w:rsid w:val="00995840"/>
    <w:rsid w:val="009A7A4E"/>
    <w:rsid w:val="009B0833"/>
    <w:rsid w:val="009B55C8"/>
    <w:rsid w:val="009B7E76"/>
    <w:rsid w:val="009C3F1C"/>
    <w:rsid w:val="009D5466"/>
    <w:rsid w:val="009E5A0D"/>
    <w:rsid w:val="009E7CDF"/>
    <w:rsid w:val="00A0330C"/>
    <w:rsid w:val="00A058B7"/>
    <w:rsid w:val="00A22367"/>
    <w:rsid w:val="00A226AA"/>
    <w:rsid w:val="00A2360F"/>
    <w:rsid w:val="00A2434B"/>
    <w:rsid w:val="00A27EFF"/>
    <w:rsid w:val="00A33C5B"/>
    <w:rsid w:val="00A3454F"/>
    <w:rsid w:val="00A36C10"/>
    <w:rsid w:val="00A51F77"/>
    <w:rsid w:val="00A731D0"/>
    <w:rsid w:val="00A77C20"/>
    <w:rsid w:val="00A918AF"/>
    <w:rsid w:val="00A92808"/>
    <w:rsid w:val="00A93DFB"/>
    <w:rsid w:val="00AB7D62"/>
    <w:rsid w:val="00AE4C58"/>
    <w:rsid w:val="00B50342"/>
    <w:rsid w:val="00B720D7"/>
    <w:rsid w:val="00B77763"/>
    <w:rsid w:val="00B91C3E"/>
    <w:rsid w:val="00B945D4"/>
    <w:rsid w:val="00BA093B"/>
    <w:rsid w:val="00BA739E"/>
    <w:rsid w:val="00BB5090"/>
    <w:rsid w:val="00BD14FC"/>
    <w:rsid w:val="00C02A97"/>
    <w:rsid w:val="00C151FD"/>
    <w:rsid w:val="00C1794A"/>
    <w:rsid w:val="00C20762"/>
    <w:rsid w:val="00C27751"/>
    <w:rsid w:val="00C324B5"/>
    <w:rsid w:val="00C329A1"/>
    <w:rsid w:val="00C33FC4"/>
    <w:rsid w:val="00C36D53"/>
    <w:rsid w:val="00C40FF7"/>
    <w:rsid w:val="00C43414"/>
    <w:rsid w:val="00C52D6A"/>
    <w:rsid w:val="00C5672F"/>
    <w:rsid w:val="00C60BA7"/>
    <w:rsid w:val="00C6160E"/>
    <w:rsid w:val="00C74DAF"/>
    <w:rsid w:val="00C92BD5"/>
    <w:rsid w:val="00C95B07"/>
    <w:rsid w:val="00CA4927"/>
    <w:rsid w:val="00CB022D"/>
    <w:rsid w:val="00CB2C15"/>
    <w:rsid w:val="00CC31B2"/>
    <w:rsid w:val="00CE2441"/>
    <w:rsid w:val="00CE7800"/>
    <w:rsid w:val="00D00F91"/>
    <w:rsid w:val="00D0110A"/>
    <w:rsid w:val="00D1079B"/>
    <w:rsid w:val="00D12EB4"/>
    <w:rsid w:val="00D201A1"/>
    <w:rsid w:val="00D206D7"/>
    <w:rsid w:val="00D24F35"/>
    <w:rsid w:val="00D3473C"/>
    <w:rsid w:val="00D40773"/>
    <w:rsid w:val="00D53A5C"/>
    <w:rsid w:val="00D70B5B"/>
    <w:rsid w:val="00D720C3"/>
    <w:rsid w:val="00D7310F"/>
    <w:rsid w:val="00D754B3"/>
    <w:rsid w:val="00D82BEB"/>
    <w:rsid w:val="00D83CAF"/>
    <w:rsid w:val="00D93EAE"/>
    <w:rsid w:val="00DA5FDA"/>
    <w:rsid w:val="00DC2779"/>
    <w:rsid w:val="00DD4ADE"/>
    <w:rsid w:val="00DF2730"/>
    <w:rsid w:val="00E002D8"/>
    <w:rsid w:val="00E044AC"/>
    <w:rsid w:val="00E07F15"/>
    <w:rsid w:val="00E13C71"/>
    <w:rsid w:val="00E1617B"/>
    <w:rsid w:val="00E30631"/>
    <w:rsid w:val="00E612F8"/>
    <w:rsid w:val="00E9003B"/>
    <w:rsid w:val="00EA4210"/>
    <w:rsid w:val="00EB245C"/>
    <w:rsid w:val="00EC077E"/>
    <w:rsid w:val="00EC755B"/>
    <w:rsid w:val="00ED3754"/>
    <w:rsid w:val="00ED3783"/>
    <w:rsid w:val="00EE72C4"/>
    <w:rsid w:val="00EF6D2B"/>
    <w:rsid w:val="00F00877"/>
    <w:rsid w:val="00F43D94"/>
    <w:rsid w:val="00F5246B"/>
    <w:rsid w:val="00F74AC0"/>
    <w:rsid w:val="00F74D99"/>
    <w:rsid w:val="00F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85685F"/>
  <w15:docId w15:val="{07E43A79-6DEB-47D9-B1DE-8D17F940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F1C"/>
    <w:rPr>
      <w:rFonts w:ascii="Arial" w:hAnsi="Arial"/>
    </w:rPr>
  </w:style>
  <w:style w:type="paragraph" w:styleId="Titolo1">
    <w:name w:val="heading 1"/>
    <w:basedOn w:val="Normale"/>
    <w:next w:val="Normal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table" w:styleId="Grigliatabella">
    <w:name w:val="Table Grid"/>
    <w:basedOn w:val="Tabellanormale"/>
    <w:uiPriority w:val="59"/>
    <w:rsid w:val="000A5ED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592FD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customStyle="1" w:styleId="Nessuno">
    <w:name w:val="Nessuno"/>
    <w:rsid w:val="0083292B"/>
    <w:rPr>
      <w:lang w:val="it-IT"/>
    </w:rPr>
  </w:style>
  <w:style w:type="paragraph" w:customStyle="1" w:styleId="Default">
    <w:name w:val="Default"/>
    <w:rsid w:val="00E002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72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5E9D5-89FA-47FA-A573-C921477A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intestata.dotx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QUINT</Company>
  <LinksUpToDate>false</LinksUpToDate>
  <CharactersWithSpaces>802</CharactersWithSpaces>
  <SharedDoc>false</SharedDoc>
  <HLinks>
    <vt:vector size="6" baseType="variant">
      <vt:variant>
        <vt:i4>4653167</vt:i4>
      </vt:variant>
      <vt:variant>
        <vt:i4>0</vt:i4>
      </vt:variant>
      <vt:variant>
        <vt:i4>0</vt:i4>
      </vt:variant>
      <vt:variant>
        <vt:i4>5</vt:i4>
      </vt:variant>
      <vt:variant>
        <vt:lpwstr>mailto:uicor@uiciechi.it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Valeria Liberti</dc:creator>
  <cp:keywords>Documento</cp:keywords>
  <cp:lastModifiedBy>Carmela Zappullo</cp:lastModifiedBy>
  <cp:revision>2</cp:revision>
  <cp:lastPrinted>2019-12-11T08:52:00Z</cp:lastPrinted>
  <dcterms:created xsi:type="dcterms:W3CDTF">2022-01-13T14:28:00Z</dcterms:created>
  <dcterms:modified xsi:type="dcterms:W3CDTF">2022-01-13T14:28:00Z</dcterms:modified>
</cp:coreProperties>
</file>